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9D8B484" w14:textId="77777777" w:rsidTr="00A16FCA">
        <w:tc>
          <w:tcPr>
            <w:tcW w:w="1398" w:type="dxa"/>
          </w:tcPr>
          <w:p w14:paraId="2EE70C10" w14:textId="77777777" w:rsidR="00757AC7" w:rsidRPr="00F049B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Codice</w:t>
            </w:r>
          </w:p>
        </w:tc>
        <w:tc>
          <w:tcPr>
            <w:tcW w:w="2297" w:type="dxa"/>
          </w:tcPr>
          <w:p w14:paraId="70C68DA3" w14:textId="77777777" w:rsidR="00757AC7" w:rsidRPr="00F049B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Descrizione</w:t>
            </w:r>
          </w:p>
        </w:tc>
        <w:tc>
          <w:tcPr>
            <w:tcW w:w="5803" w:type="dxa"/>
          </w:tcPr>
          <w:p w14:paraId="0C349F87" w14:textId="77777777" w:rsidR="00757AC7" w:rsidRPr="00F049B5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Testo di capitolato</w:t>
            </w:r>
          </w:p>
        </w:tc>
      </w:tr>
      <w:tr w:rsidR="000A3748" w14:paraId="2503D0A4" w14:textId="77777777" w:rsidTr="00A16FCA">
        <w:tc>
          <w:tcPr>
            <w:tcW w:w="1398" w:type="dxa"/>
          </w:tcPr>
          <w:p w14:paraId="778F0254" w14:textId="073C217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02709540</w:t>
            </w:r>
          </w:p>
        </w:tc>
        <w:tc>
          <w:tcPr>
            <w:tcW w:w="2297" w:type="dxa"/>
          </w:tcPr>
          <w:p w14:paraId="28DB69F4" w14:textId="0850E4EF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 lettura diretta caldo/freddo</w:t>
            </w:r>
          </w:p>
          <w:p w14:paraId="047C8C3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2DE85DB8" w14:textId="0EC8324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0,6 – 1,2 m</w:t>
            </w:r>
            <w:r w:rsidR="00EE2606" w:rsidRP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5139D042" w14:textId="1155F532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bookmarkStart w:id="0" w:name="OLE_LINK1"/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a lettura diretta,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31F75815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78FAEAE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4D119DF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bookmarkEnd w:id="0"/>
          <w:p w14:paraId="37E6F49D" w14:textId="346D326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3242EE9F" w14:textId="649C12B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4CC91D75" w14:textId="63EFFE8A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0,6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A7BE738" w14:textId="1C2FEF2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1,2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E6247C1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12 l/h, installazione verticale 24 l/h</w:t>
            </w:r>
          </w:p>
          <w:p w14:paraId="7B678CFA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4E98592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45A19452" w14:textId="4428EF2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62C3F57D" w14:textId="66C8AB68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12ADA53D" w14:textId="62FB1043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2AA8CD0F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28CF7F42" w14:textId="08F994D1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3B51D367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4D27FABF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11CB538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4050D363" w14:textId="3D8CF78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77CA594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28CFCA3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A2693E0" w14:textId="505466F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F65F58" w:rsidRP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Misuratore di energia EVO a lettura diretta caldo/freddo</w:t>
            </w:r>
            <w:r w:rsid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15 0,6 – 1,2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equivalente.</w:t>
            </w:r>
          </w:p>
        </w:tc>
      </w:tr>
      <w:tr w:rsidR="000A3748" w14:paraId="5EC2C25F" w14:textId="77777777" w:rsidTr="00A16FCA">
        <w:tc>
          <w:tcPr>
            <w:tcW w:w="1398" w:type="dxa"/>
          </w:tcPr>
          <w:p w14:paraId="1E67FC5F" w14:textId="6195142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02709542</w:t>
            </w:r>
          </w:p>
        </w:tc>
        <w:tc>
          <w:tcPr>
            <w:tcW w:w="2297" w:type="dxa"/>
          </w:tcPr>
          <w:p w14:paraId="72284DD6" w14:textId="77777777" w:rsidR="00962740" w:rsidRPr="00F049B5" w:rsidRDefault="00962740" w:rsidP="009627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a lettura diretta caldo/freddo</w:t>
            </w:r>
          </w:p>
          <w:p w14:paraId="01EC89D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1D8DBA6B" w14:textId="45B0B13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1,5 –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,0 m</w:t>
            </w:r>
            <w:r w:rsidR="00EE2606" w:rsidRP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78BE6BAC" w14:textId="49E15A4E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a lettura diretta,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3C35A27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70A6882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3FC2CAC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2EE97F78" w14:textId="46EE70D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4ECBF642" w14:textId="1B8296D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01B32FC0" w14:textId="15C54E68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1,5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23B9032" w14:textId="1E205CB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217B7E4" w14:textId="6E95CDE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minima misura: installazione orizzontale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l/h, installazione verticale 60 l/h</w:t>
            </w:r>
          </w:p>
          <w:p w14:paraId="72F67B9E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74F15BC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6A5AB30A" w14:textId="31E089F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34936711" w14:textId="5D65154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15E5C840" w14:textId="288C8DE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2B40074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526337CE" w14:textId="0C47D7C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4360C8F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730A20CA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6698D1A7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0FAFDFA5" w14:textId="5BCECD2A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6923669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0E23FB7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A8FEEA3" w14:textId="46BF19C7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F65F58" w:rsidRP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Misuratore di energia EVO a lettura diretta caldo/freddo</w:t>
            </w:r>
            <w:r w:rsidR="00F65F58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DN 15 1,5 –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equivalente.</w:t>
            </w:r>
          </w:p>
        </w:tc>
      </w:tr>
      <w:tr w:rsidR="000A3748" w14:paraId="08415134" w14:textId="77777777" w:rsidTr="00A16FCA">
        <w:tc>
          <w:tcPr>
            <w:tcW w:w="1398" w:type="dxa"/>
          </w:tcPr>
          <w:p w14:paraId="70A7AA93" w14:textId="0FD5FB21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02709544</w:t>
            </w:r>
          </w:p>
        </w:tc>
        <w:tc>
          <w:tcPr>
            <w:tcW w:w="2297" w:type="dxa"/>
          </w:tcPr>
          <w:p w14:paraId="587BBA71" w14:textId="77777777" w:rsidR="00962740" w:rsidRPr="00F049B5" w:rsidRDefault="00962740" w:rsidP="00962740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 a lettura diretta caldo/freddo</w:t>
            </w:r>
          </w:p>
          <w:p w14:paraId="411F5F5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  <w:p w14:paraId="38621B45" w14:textId="77B4F3E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2,5 – 5,0 m</w:t>
            </w:r>
            <w:r w:rsidR="00EE2606" w:rsidRP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5903EE41" w14:textId="58F12F8F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a lettura diretta,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06D82848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2D8DFE84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3B69D5C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663C4774" w14:textId="7CD2533D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318E2481" w14:textId="704707C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351B29E7" w14:textId="213693B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2,5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6E234FDE" w14:textId="552150E5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5,0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BBBE66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50 l/h, installazione verticale 100 l/h</w:t>
            </w:r>
          </w:p>
          <w:p w14:paraId="5282762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71FB7841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57413765" w14:textId="000CEDF8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7BF6F92D" w14:textId="40BFD7E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4CC22B3C" w14:textId="6DF3D25D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50016840" w14:textId="4791EE5D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610935B7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395E9E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7E00BD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7D8037E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3AEE4FF2" w14:textId="6CFCFA6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637DD07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6CB2CE4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164AD4" w14:textId="73A4AEE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F65F58" w:rsidRPr="00F65F58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Misuratore di energia EVO a lettura diretta caldo/freddo</w:t>
            </w:r>
            <w:r w:rsidR="00F65F58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20 2,5 – 5,0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</w:t>
            </w:r>
            <w:r w:rsidR="00E655F6">
              <w:rPr>
                <w:rFonts w:ascii="Poppins" w:hAnsi="Poppins" w:cs="Poppins"/>
                <w:color w:val="000000" w:themeColor="text1"/>
                <w:sz w:val="20"/>
              </w:rPr>
              <w:t>.</w:t>
            </w:r>
          </w:p>
        </w:tc>
      </w:tr>
      <w:tr w:rsidR="000A3748" w14:paraId="0912C682" w14:textId="77777777" w:rsidTr="00A16FCA">
        <w:tc>
          <w:tcPr>
            <w:tcW w:w="1398" w:type="dxa"/>
          </w:tcPr>
          <w:p w14:paraId="4CD4F57B" w14:textId="209AD6A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02709580</w:t>
            </w:r>
          </w:p>
        </w:tc>
        <w:tc>
          <w:tcPr>
            <w:tcW w:w="2297" w:type="dxa"/>
          </w:tcPr>
          <w:p w14:paraId="730996EA" w14:textId="7AED407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Alimentatore 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0 V per 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</w:t>
            </w:r>
          </w:p>
        </w:tc>
        <w:tc>
          <w:tcPr>
            <w:tcW w:w="5803" w:type="dxa"/>
          </w:tcPr>
          <w:p w14:paraId="0EFF51F3" w14:textId="4C0FD1D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Alimentatore 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0 V per 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Misuratore di energia EVO</w:t>
            </w:r>
          </w:p>
          <w:p w14:paraId="73F78AC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7A92DFC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Dati tecnici:</w:t>
            </w:r>
          </w:p>
          <w:p w14:paraId="6F9FFB8E" w14:textId="6360230A" w:rsidR="000A3748" w:rsidRPr="00F049B5" w:rsidRDefault="000A3748" w:rsidP="000A3748">
            <w:pPr>
              <w:pStyle w:val="Intestazione"/>
              <w:numPr>
                <w:ilvl w:val="0"/>
                <w:numId w:val="4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Ingresso: 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 Vac</w:t>
            </w:r>
          </w:p>
          <w:p w14:paraId="6782792F" w14:textId="2DC104EC" w:rsidR="000A3748" w:rsidRPr="00F049B5" w:rsidRDefault="000A3748" w:rsidP="000A3748">
            <w:pPr>
              <w:pStyle w:val="Intestazione"/>
              <w:numPr>
                <w:ilvl w:val="0"/>
                <w:numId w:val="4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Uscita: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Vdc</w:t>
            </w:r>
          </w:p>
          <w:p w14:paraId="136FF0FF" w14:textId="77777777" w:rsidR="000A3748" w:rsidRPr="00F049B5" w:rsidRDefault="000A3748" w:rsidP="000A3748">
            <w:pPr>
              <w:pStyle w:val="Intestazione"/>
              <w:numPr>
                <w:ilvl w:val="0"/>
                <w:numId w:val="40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Grado di protezione: IP65</w:t>
            </w:r>
          </w:p>
          <w:p w14:paraId="487D0FD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ind w:left="60"/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219C6D1D" w14:textId="0CACF3F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Alimentatore 2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0 V per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o equivalente.</w:t>
            </w:r>
          </w:p>
        </w:tc>
      </w:tr>
      <w:tr w:rsidR="000A3748" w14:paraId="6E2FFAE9" w14:textId="77777777" w:rsidTr="00A16FCA">
        <w:tc>
          <w:tcPr>
            <w:tcW w:w="1398" w:type="dxa"/>
          </w:tcPr>
          <w:p w14:paraId="30561BF4" w14:textId="2549CBA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02708188</w:t>
            </w:r>
          </w:p>
        </w:tc>
        <w:tc>
          <w:tcPr>
            <w:tcW w:w="2297" w:type="dxa"/>
          </w:tcPr>
          <w:p w14:paraId="1B157A64" w14:textId="77777777" w:rsidR="000A3748" w:rsidRPr="00F049B5" w:rsidRDefault="000A3748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Tee portasonda</w:t>
            </w:r>
          </w:p>
          <w:p w14:paraId="22051553" w14:textId="77777777" w:rsidR="000A3748" w:rsidRPr="00F049B5" w:rsidRDefault="000A3748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1/2” x (M10x1) x 1/2”</w:t>
            </w:r>
          </w:p>
          <w:p w14:paraId="7C2DD74B" w14:textId="28DE836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</w:p>
        </w:tc>
        <w:tc>
          <w:tcPr>
            <w:tcW w:w="5803" w:type="dxa"/>
          </w:tcPr>
          <w:p w14:paraId="380FDBD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Tee portasonda avente attacchi F 1/2”, e riduzione 1/2” – (M10x1) per l’installazione della sonda di mandata del misuratore di energia.</w:t>
            </w:r>
          </w:p>
          <w:p w14:paraId="5370CE2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236DFAE" w14:textId="78486095" w:rsidR="000A3748" w:rsidRPr="00F049B5" w:rsidRDefault="000A3748" w:rsidP="00E655F6">
            <w:pPr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Tee portasonda 1/2” x (M10x1) x 1/2”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o equivalente.</w:t>
            </w:r>
          </w:p>
        </w:tc>
      </w:tr>
      <w:tr w:rsidR="000A3748" w14:paraId="50035706" w14:textId="77777777" w:rsidTr="00A16FCA">
        <w:tc>
          <w:tcPr>
            <w:tcW w:w="1398" w:type="dxa"/>
          </w:tcPr>
          <w:p w14:paraId="41B9C1A4" w14:textId="0641C8E7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02708190</w:t>
            </w:r>
          </w:p>
        </w:tc>
        <w:tc>
          <w:tcPr>
            <w:tcW w:w="2297" w:type="dxa"/>
          </w:tcPr>
          <w:p w14:paraId="24C4F580" w14:textId="77777777" w:rsidR="000A3748" w:rsidRPr="00F049B5" w:rsidRDefault="000A3748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Tee portasonda</w:t>
            </w:r>
          </w:p>
          <w:p w14:paraId="330AF017" w14:textId="769B1D19" w:rsidR="000A3748" w:rsidRPr="00F049B5" w:rsidRDefault="00EE2606" w:rsidP="000A3748">
            <w:pPr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 xml:space="preserve">/4” x (M10x1) x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  <w:t>/4”</w:t>
            </w:r>
          </w:p>
          <w:p w14:paraId="459A6120" w14:textId="772E91A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  <w:lang w:val="pt-BR"/>
              </w:rPr>
            </w:pPr>
          </w:p>
        </w:tc>
        <w:tc>
          <w:tcPr>
            <w:tcW w:w="5803" w:type="dxa"/>
          </w:tcPr>
          <w:p w14:paraId="45A96BDC" w14:textId="26F05C8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Tee portasonda avente attacchi F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/4”, e riduzione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 – (M10x1) per l’installazione della sonda di mandata del misuratore di energia.</w:t>
            </w:r>
          </w:p>
          <w:p w14:paraId="0F9BB808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09DC7B5" w14:textId="004DA27E" w:rsidR="000A3748" w:rsidRPr="00F049B5" w:rsidRDefault="000A3748" w:rsidP="00E655F6">
            <w:pPr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Tee portasonda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/4” x (M10x1) x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/4”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o equivalente.</w:t>
            </w:r>
          </w:p>
        </w:tc>
      </w:tr>
      <w:tr w:rsidR="000A3748" w14:paraId="7C4ED788" w14:textId="77777777" w:rsidTr="00A16FCA">
        <w:tc>
          <w:tcPr>
            <w:tcW w:w="1398" w:type="dxa"/>
          </w:tcPr>
          <w:p w14:paraId="2B2E6D14" w14:textId="3292199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 w:rsidR="0002470F">
              <w:rPr>
                <w:rFonts w:ascii="Poppins" w:hAnsi="Poppins" w:cs="Poppins"/>
                <w:bCs/>
                <w:color w:val="000000" w:themeColor="text1"/>
                <w:sz w:val="20"/>
              </w:rPr>
              <w:t>9708</w:t>
            </w:r>
          </w:p>
        </w:tc>
        <w:tc>
          <w:tcPr>
            <w:tcW w:w="2297" w:type="dxa"/>
          </w:tcPr>
          <w:p w14:paraId="475FADB1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a lettura diretta acqua calda </w:t>
            </w:r>
          </w:p>
          <w:p w14:paraId="48716473" w14:textId="3C973E7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11440292" w14:textId="12A5EBA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79235C6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C9BB7B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5CE32C5C" w14:textId="1EFD833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229B990" w14:textId="482ECE9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5C0919E" w14:textId="1C5A588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279F3F1B" w14:textId="5C51250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2344A71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1BCA93EB" w14:textId="6F052C8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4599563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268C7C01" w14:textId="7354E5A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767E02E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85B295F" w14:textId="026E4DA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calda  </w:t>
            </w:r>
            <w:r w:rsidR="0002470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15 o equivalente.</w:t>
            </w:r>
          </w:p>
        </w:tc>
      </w:tr>
      <w:tr w:rsidR="000A3748" w:rsidRPr="00013A5B" w14:paraId="6CD084B6" w14:textId="77777777" w:rsidTr="00A16FCA">
        <w:tc>
          <w:tcPr>
            <w:tcW w:w="1398" w:type="dxa"/>
          </w:tcPr>
          <w:p w14:paraId="77AF7B2F" w14:textId="7E3E8D9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02470F">
              <w:rPr>
                <w:rFonts w:ascii="Poppins" w:hAnsi="Poppins" w:cs="Poppins"/>
                <w:bCs/>
                <w:color w:val="000000" w:themeColor="text1"/>
                <w:sz w:val="20"/>
              </w:rPr>
              <w:t>716</w:t>
            </w:r>
          </w:p>
        </w:tc>
        <w:tc>
          <w:tcPr>
            <w:tcW w:w="2297" w:type="dxa"/>
          </w:tcPr>
          <w:p w14:paraId="0616FF3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a lettura diretta acqua calda </w:t>
            </w:r>
          </w:p>
          <w:p w14:paraId="32C6B383" w14:textId="3B49B32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156BA928" w14:textId="49087C4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5E4514E8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B3FFD0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00DA8282" w14:textId="29BCFA2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9CD78F6" w14:textId="1408BEB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AA65700" w14:textId="129CB2A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2470F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1A6473F1" w14:textId="50DFA6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1AC0AF55" w14:textId="7DCEA53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6D130DF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0F0CB95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76301ACB" w14:textId="5652FC4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2E80E12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3A5F15B5" w14:textId="74F4A2D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calda </w:t>
            </w:r>
            <w:r w:rsidR="0002470F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SJ PLUS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DN 20 o equivalente.</w:t>
            </w:r>
          </w:p>
        </w:tc>
      </w:tr>
      <w:tr w:rsidR="000A3748" w:rsidRPr="00013A5B" w14:paraId="7C76AF6F" w14:textId="77777777" w:rsidTr="00A16FCA">
        <w:tc>
          <w:tcPr>
            <w:tcW w:w="1398" w:type="dxa"/>
          </w:tcPr>
          <w:p w14:paraId="168030A8" w14:textId="10B3F4D5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9706</w:t>
            </w:r>
          </w:p>
        </w:tc>
        <w:tc>
          <w:tcPr>
            <w:tcW w:w="2297" w:type="dxa"/>
          </w:tcPr>
          <w:p w14:paraId="29BEB5D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a lettura diretta acqua fredda</w:t>
            </w:r>
          </w:p>
          <w:p w14:paraId="3749451A" w14:textId="1453145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5240CEAF" w14:textId="37E00BC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B45F16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54BEB5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2C905567" w14:textId="5A8E273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829205E" w14:textId="20831A0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CCB88B9" w14:textId="34CAD12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100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4748DB2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funzionamento: 50 °C</w:t>
            </w:r>
          </w:p>
          <w:p w14:paraId="510B442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38414FE0" w14:textId="56309D0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3CA20C7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2FC4B44E" w14:textId="1CC91FF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2845D8F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141ECBA2" w14:textId="5228F14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fredda 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15 o equivalente.</w:t>
            </w:r>
          </w:p>
        </w:tc>
      </w:tr>
      <w:tr w:rsidR="000A3748" w:rsidRPr="00013A5B" w14:paraId="34DB02FF" w14:textId="77777777" w:rsidTr="00A16FCA">
        <w:tc>
          <w:tcPr>
            <w:tcW w:w="1398" w:type="dxa"/>
          </w:tcPr>
          <w:p w14:paraId="70352E42" w14:textId="0FF7E64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714</w:t>
            </w:r>
          </w:p>
        </w:tc>
        <w:tc>
          <w:tcPr>
            <w:tcW w:w="2297" w:type="dxa"/>
          </w:tcPr>
          <w:p w14:paraId="0758611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a lettura diretta acqua fredda</w:t>
            </w:r>
          </w:p>
          <w:p w14:paraId="0230DF4C" w14:textId="6491C702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478C8A24" w14:textId="0C108D8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Contatore volumetrico a lettura diretta,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759C6EE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D5870D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4EE7E04" w14:textId="1F1E05C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C652DFB" w14:textId="7FD9209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0A1B772" w14:textId="6FDE216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0707724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funzionamento: 50 °C</w:t>
            </w:r>
          </w:p>
          <w:p w14:paraId="43B7A399" w14:textId="3E0EC41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770BF8F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215A705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2594D9BB" w14:textId="0C35CFD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Corpo in ottone CW617N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DW (UNI EN 12164 e 12165)</w:t>
            </w:r>
          </w:p>
          <w:p w14:paraId="5A7194C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</w:p>
          <w:p w14:paraId="05AF65A4" w14:textId="02D9381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Contatore volumetrico a lettura diretta acqua fredda 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20 o equivalente.</w:t>
            </w:r>
          </w:p>
        </w:tc>
      </w:tr>
      <w:tr w:rsidR="000A3748" w:rsidRPr="00013A5B" w14:paraId="3EE30F78" w14:textId="77777777" w:rsidTr="00A16FCA">
        <w:tc>
          <w:tcPr>
            <w:tcW w:w="1398" w:type="dxa"/>
          </w:tcPr>
          <w:p w14:paraId="510EAFE0" w14:textId="50324CC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06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54</w:t>
            </w:r>
          </w:p>
        </w:tc>
        <w:tc>
          <w:tcPr>
            <w:tcW w:w="2297" w:type="dxa"/>
          </w:tcPr>
          <w:p w14:paraId="3688ACE3" w14:textId="1A4CEDB4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Tronchetto da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/4" – </w:t>
            </w:r>
          </w:p>
          <w:p w14:paraId="6D4EC17A" w14:textId="345D53C9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 110 mm</w:t>
            </w:r>
          </w:p>
        </w:tc>
        <w:tc>
          <w:tcPr>
            <w:tcW w:w="5803" w:type="dxa"/>
          </w:tcPr>
          <w:p w14:paraId="7B641F41" w14:textId="205C28E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Tronchetto in plastica, avente lunghezza 110 mm e attacchi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/4”.</w:t>
            </w:r>
          </w:p>
          <w:p w14:paraId="4B100DA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Predisposizione per installazione misuratori di energia e contatori volumetrici DN15.</w:t>
            </w:r>
          </w:p>
          <w:p w14:paraId="41E7ADA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19A134B" w14:textId="248FC681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Tronchetto da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/4" – L 110 mm o equivalente.</w:t>
            </w:r>
          </w:p>
        </w:tc>
      </w:tr>
      <w:tr w:rsidR="000A3748" w:rsidRPr="00013A5B" w14:paraId="492D28F9" w14:textId="77777777" w:rsidTr="00A16FCA">
        <w:tc>
          <w:tcPr>
            <w:tcW w:w="1398" w:type="dxa"/>
          </w:tcPr>
          <w:p w14:paraId="27D545BD" w14:textId="2226CF8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06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58</w:t>
            </w:r>
          </w:p>
        </w:tc>
        <w:tc>
          <w:tcPr>
            <w:tcW w:w="2297" w:type="dxa"/>
          </w:tcPr>
          <w:p w14:paraId="67618CE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Tronchetto da 1" – </w:t>
            </w:r>
          </w:p>
          <w:p w14:paraId="46AE7AF6" w14:textId="59622C5E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 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 mm</w:t>
            </w:r>
          </w:p>
        </w:tc>
        <w:tc>
          <w:tcPr>
            <w:tcW w:w="5803" w:type="dxa"/>
          </w:tcPr>
          <w:p w14:paraId="2F9136C6" w14:textId="732536A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Tronchetto in plastica, avente lunghezza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mm e attacchi 1”.</w:t>
            </w:r>
          </w:p>
          <w:p w14:paraId="70EF0FE9" w14:textId="62135F6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Predisposizione per installazione misuratori di energia e contatori volumetrici DN</w:t>
            </w:r>
            <w:r w:rsidR="009221F1" w:rsidRPr="00F049B5">
              <w:rPr>
                <w:rFonts w:ascii="Poppins" w:hAnsi="Poppins" w:cs="Poppins"/>
                <w:bCs/>
                <w:color w:val="000000" w:themeColor="text1"/>
              </w:rPr>
              <w:t>20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E42508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E8ED924" w14:textId="207197F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Tronchetto da 1" – L 1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0 mm o equivalente.</w:t>
            </w:r>
          </w:p>
        </w:tc>
      </w:tr>
      <w:tr w:rsidR="000A3748" w:rsidRPr="00013A5B" w14:paraId="7926886A" w14:textId="77777777" w:rsidTr="00A16FCA">
        <w:tc>
          <w:tcPr>
            <w:tcW w:w="1398" w:type="dxa"/>
          </w:tcPr>
          <w:p w14:paraId="6489ABB3" w14:textId="2C2DB096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02708098</w:t>
            </w:r>
          </w:p>
        </w:tc>
        <w:tc>
          <w:tcPr>
            <w:tcW w:w="2297" w:type="dxa"/>
          </w:tcPr>
          <w:p w14:paraId="6FDC3EA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0913402C" w14:textId="002C2BFC" w:rsidR="000A3748" w:rsidRPr="00F049B5" w:rsidRDefault="00EE2606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/4" F x 1/2" M</w:t>
            </w:r>
          </w:p>
        </w:tc>
        <w:tc>
          <w:tcPr>
            <w:tcW w:w="5803" w:type="dxa"/>
          </w:tcPr>
          <w:p w14:paraId="2FBC8513" w14:textId="4B858C5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Kit composto da 2 dadi in ottone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 F e da 2 codoli 1/2” M, per misuratori di energia e contatori volumetrici DN15.</w:t>
            </w:r>
          </w:p>
          <w:p w14:paraId="6E49E9A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4D4F779" w14:textId="3ABDBD9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Kit raccordi a bocchettone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/4" F x 1/2" M o equivalente.</w:t>
            </w:r>
          </w:p>
        </w:tc>
      </w:tr>
      <w:tr w:rsidR="000A3748" w:rsidRPr="00013A5B" w14:paraId="64AE8D94" w14:textId="77777777" w:rsidTr="00A16FCA">
        <w:tc>
          <w:tcPr>
            <w:tcW w:w="1398" w:type="dxa"/>
          </w:tcPr>
          <w:p w14:paraId="375AA0DE" w14:textId="177A5CD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02708110</w:t>
            </w:r>
          </w:p>
        </w:tc>
        <w:tc>
          <w:tcPr>
            <w:tcW w:w="2297" w:type="dxa"/>
          </w:tcPr>
          <w:p w14:paraId="4C48FB3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2ADA3ECA" w14:textId="088B6DC6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1"F x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/4" M</w:t>
            </w:r>
          </w:p>
        </w:tc>
        <w:tc>
          <w:tcPr>
            <w:tcW w:w="5803" w:type="dxa"/>
          </w:tcPr>
          <w:p w14:paraId="2D2CB312" w14:textId="3BE87B5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Kit composto da 2 dadi in ottone 1” F e da 2 codoli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/4” M, per misuratori di energia e contatori volumetrici DN</w:t>
            </w:r>
            <w:r w:rsidR="009221F1" w:rsidRPr="00F049B5">
              <w:rPr>
                <w:rFonts w:ascii="Poppins" w:hAnsi="Poppins" w:cs="Poppins"/>
                <w:bCs/>
                <w:color w:val="000000" w:themeColor="text1"/>
              </w:rPr>
              <w:t>20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26DE945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1A79291" w14:textId="177B5C1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/4" F x 1/2" M o equivalente.</w:t>
            </w:r>
          </w:p>
        </w:tc>
      </w:tr>
      <w:tr w:rsidR="000A3748" w:rsidRPr="00013A5B" w14:paraId="531661D7" w14:textId="77777777" w:rsidTr="00A16FCA">
        <w:tc>
          <w:tcPr>
            <w:tcW w:w="1398" w:type="dxa"/>
          </w:tcPr>
          <w:p w14:paraId="47C50797" w14:textId="1CB4552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02709546</w:t>
            </w:r>
          </w:p>
        </w:tc>
        <w:tc>
          <w:tcPr>
            <w:tcW w:w="2297" w:type="dxa"/>
          </w:tcPr>
          <w:p w14:paraId="4D3400DA" w14:textId="2E4CAA4B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ingressi impulsivi</w:t>
            </w:r>
          </w:p>
          <w:p w14:paraId="5F1187C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6CC0FECC" w14:textId="6F1427F5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0,6</w:t>
            </w:r>
            <w:r w:rsidR="00D14B86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Cs/>
                <w:color w:val="000000" w:themeColor="text1"/>
                <w:sz w:val="20"/>
              </w:rPr>
              <w:t>-</w:t>
            </w:r>
            <w:r w:rsidR="00D14B86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1,2 m</w:t>
            </w:r>
            <w:r w:rsidR="00D14A15" w:rsidRPr="00D14A15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48B1F3E5" w14:textId="0E421920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con 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Bus,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6DE6744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3D07AAB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A2C65D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444D1BD7" w14:textId="3692FEE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5D31DC4C" w14:textId="173E8D1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5CDD3D9A" w14:textId="2DAD2E0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0,6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2E912FA9" w14:textId="14B7C8FA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1,2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12DE43C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12 l/h, installazione verticale 24 l/h</w:t>
            </w:r>
          </w:p>
          <w:p w14:paraId="73DA2963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1372B8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332A164E" w14:textId="49D9DFF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70A66E06" w14:textId="2E55BE7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3BD7C528" w14:textId="7EF35D81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5FB35570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Ingressi impulsivi per collegamento contatori volumetrici: 10 l/imp</w:t>
            </w:r>
          </w:p>
          <w:p w14:paraId="7DE19595" w14:textId="7DAAC99C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234648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3F022C98" w14:textId="51A99F72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D14B86">
              <w:rPr>
                <w:rFonts w:ascii="Poppins" w:hAnsi="Poppins" w:cs="Poppins"/>
                <w:color w:val="000000" w:themeColor="text1"/>
              </w:rPr>
              <w:t>3/4</w:t>
            </w:r>
            <w:r w:rsidRPr="00F049B5">
              <w:rPr>
                <w:rFonts w:ascii="Poppins" w:hAnsi="Poppins" w:cs="Poppins"/>
                <w:color w:val="000000" w:themeColor="text1"/>
              </w:rPr>
              <w:t>” maschio</w:t>
            </w:r>
          </w:p>
          <w:p w14:paraId="5175A5F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296D2AB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lastRenderedPageBreak/>
              <w:t xml:space="preserve">La batteria è garantita 4 anni dalla data di vendita. </w:t>
            </w:r>
          </w:p>
          <w:p w14:paraId="5C0D29A4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00034D07" w14:textId="0D5C9D01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19AEADD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IP65.</w:t>
            </w:r>
          </w:p>
          <w:p w14:paraId="5D5079C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2FBDB3C" w14:textId="1589BB0E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ingressi impulsivi DN 15 0,6</w:t>
            </w:r>
            <w:r w:rsidR="00D14B86">
              <w:rPr>
                <w:rFonts w:ascii="Poppins" w:hAnsi="Poppins" w:cs="Poppins"/>
                <w:b/>
                <w:bCs/>
                <w:color w:val="000000" w:themeColor="text1"/>
              </w:rPr>
              <w:t xml:space="preserve"> </w:t>
            </w:r>
            <w:r w:rsidR="00856252">
              <w:rPr>
                <w:rFonts w:ascii="Poppins" w:hAnsi="Poppins" w:cs="Poppins"/>
                <w:b/>
                <w:bCs/>
                <w:color w:val="000000" w:themeColor="text1"/>
              </w:rPr>
              <w:t>-</w:t>
            </w:r>
            <w:r w:rsidR="00D14B86">
              <w:rPr>
                <w:rFonts w:ascii="Poppins" w:hAnsi="Poppins" w:cs="Poppins"/>
                <w:b/>
                <w:bCs/>
                <w:color w:val="000000" w:themeColor="text1"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1,2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/h o equivalente.</w:t>
            </w:r>
          </w:p>
        </w:tc>
      </w:tr>
      <w:tr w:rsidR="000A3748" w:rsidRPr="00E655F6" w14:paraId="1275BE7D" w14:textId="77777777" w:rsidTr="00A16FCA">
        <w:tc>
          <w:tcPr>
            <w:tcW w:w="1398" w:type="dxa"/>
          </w:tcPr>
          <w:p w14:paraId="01DA8630" w14:textId="4A198BBD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02709548</w:t>
            </w:r>
          </w:p>
        </w:tc>
        <w:tc>
          <w:tcPr>
            <w:tcW w:w="2297" w:type="dxa"/>
          </w:tcPr>
          <w:p w14:paraId="5112B2B1" w14:textId="49CDDF0B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ingressi impulsivi</w:t>
            </w:r>
          </w:p>
          <w:p w14:paraId="555E12C1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  <w:p w14:paraId="375A849A" w14:textId="3F3F720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1,5</w:t>
            </w:r>
            <w:r w:rsidR="007379B9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Cs/>
                <w:color w:val="000000" w:themeColor="text1"/>
                <w:sz w:val="20"/>
              </w:rPr>
              <w:t>-</w:t>
            </w:r>
            <w:r w:rsidR="007379B9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,0 m</w:t>
            </w:r>
            <w:r w:rsidR="00EE2606" w:rsidRPr="007379B9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18A4A892" w14:textId="73819A13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con 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Bus,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7FE3959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58EFD18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345D6B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294B5744" w14:textId="7984EF43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4A5FA04D" w14:textId="393CD85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51957739" w14:textId="1A0E58F2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1,5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6E0BA9F5" w14:textId="78F5110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50841D8E" w14:textId="78FA2E15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Portata minima misura: installazione orizzontale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l/h, installazione verticale 60 l/h</w:t>
            </w:r>
          </w:p>
          <w:p w14:paraId="776EACA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6BE32563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041E3E2E" w14:textId="255E04F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17441DE4" w14:textId="0CBC6A1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2B3B69A1" w14:textId="1798438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21500900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Ingressi impulsivi per collegamento contatori volumetrici: 10 l/imp</w:t>
            </w:r>
          </w:p>
          <w:p w14:paraId="167611BB" w14:textId="76414A3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4A92E66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009E1BD2" w14:textId="0FCF483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4C9DFA51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lastRenderedPageBreak/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6398C3A6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7696B4E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0EA62C6E" w14:textId="5EAB8AEC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180321D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</w:t>
            </w:r>
          </w:p>
          <w:p w14:paraId="4B3649E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69DE563" w14:textId="30A6CEC8" w:rsidR="000A3748" w:rsidRPr="00E655F6" w:rsidRDefault="000A3748" w:rsidP="00E655F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ingressi impulsivi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DN 15 1,5</w:t>
            </w:r>
            <w:r w:rsidR="007379B9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 xml:space="preserve"> </w:t>
            </w:r>
            <w:r w:rsidR="00856252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-</w:t>
            </w:r>
            <w:r w:rsidR="007379B9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 xml:space="preserve">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3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3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  <w:szCs w:val="16"/>
              </w:rPr>
              <w:t>/h o equivalente.</w:t>
            </w:r>
          </w:p>
        </w:tc>
      </w:tr>
      <w:tr w:rsidR="000A3748" w:rsidRPr="00E655F6" w14:paraId="7901CADB" w14:textId="77777777" w:rsidTr="00A16FCA">
        <w:tc>
          <w:tcPr>
            <w:tcW w:w="1398" w:type="dxa"/>
          </w:tcPr>
          <w:p w14:paraId="6CC3D76F" w14:textId="54D02BD1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02709550</w:t>
            </w:r>
          </w:p>
        </w:tc>
        <w:tc>
          <w:tcPr>
            <w:tcW w:w="2297" w:type="dxa"/>
          </w:tcPr>
          <w:p w14:paraId="512DDF4B" w14:textId="6502291D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ingressi impulsivi</w:t>
            </w:r>
          </w:p>
          <w:p w14:paraId="67DC2F7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  <w:p w14:paraId="302CAFBE" w14:textId="5E0217AA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2,5</w:t>
            </w:r>
            <w:r w:rsidR="00341C3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Cs/>
                <w:color w:val="000000" w:themeColor="text1"/>
                <w:sz w:val="20"/>
              </w:rPr>
              <w:t>-</w:t>
            </w:r>
            <w:r w:rsidR="00341C3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5,0 m</w:t>
            </w:r>
            <w:r w:rsidR="00EE2606" w:rsidRPr="00341C35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/h</w:t>
            </w:r>
          </w:p>
        </w:tc>
        <w:tc>
          <w:tcPr>
            <w:tcW w:w="5803" w:type="dxa"/>
          </w:tcPr>
          <w:p w14:paraId="09B528FD" w14:textId="2CD2CBD1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con 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Bus,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2/EU) solo con l’utilizzo di acqua come fluido termovettore, e conforme alla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4, classe C, per il calcolo dei consumi di energia termica in regime di riscaldamento e raffrescamento.</w:t>
            </w:r>
          </w:p>
          <w:p w14:paraId="05F237D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385438D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214BFB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410B606A" w14:textId="785D949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di precisione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4: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</w:p>
          <w:p w14:paraId="6C7E9E4B" w14:textId="583600D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Classe ambientale secondo UNI EN 14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4: C</w:t>
            </w:r>
          </w:p>
          <w:p w14:paraId="508B90A4" w14:textId="098A43C9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permanente: 2,5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1538C4EA" w14:textId="6072DABE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massima: 5,0 m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/h</w:t>
            </w:r>
          </w:p>
          <w:p w14:paraId="3DE6F69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Portata minima misura: installazione orizzontale 50 l/h, installazione verticale 100 l/h</w:t>
            </w:r>
          </w:p>
          <w:p w14:paraId="608FA1F3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Pressione nominale: 16 bar</w:t>
            </w:r>
          </w:p>
          <w:p w14:paraId="0144DAF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misuratore di portata: 5 ÷ 90 °C </w:t>
            </w:r>
          </w:p>
          <w:p w14:paraId="499120F4" w14:textId="75AC19B0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Range di temperatura </w:t>
            </w:r>
            <w:r w:rsidR="003A147D" w:rsidRPr="00F049B5">
              <w:rPr>
                <w:rFonts w:ascii="Poppins" w:hAnsi="Poppins" w:cs="Poppins"/>
                <w:color w:val="000000" w:themeColor="text1"/>
              </w:rPr>
              <w:t>unità elettronica EVO: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0 ÷ 150 °C</w:t>
            </w:r>
          </w:p>
          <w:p w14:paraId="5FAA07B5" w14:textId="4A100B64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Differenza di temperatura mandata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ritorno: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÷ 100 K</w:t>
            </w:r>
          </w:p>
          <w:p w14:paraId="18F6929B" w14:textId="7E92065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Tipo di sonde: Pt1000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Ø 5 mm 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cavo 1,5 m</w:t>
            </w:r>
          </w:p>
          <w:p w14:paraId="466314B5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Ingressi impulsivi per collegamento contatori volumetrici: 10 l/imp</w:t>
            </w:r>
          </w:p>
          <w:p w14:paraId="621E39C5" w14:textId="7928BC16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3C9B287D" w14:textId="19B7C08F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276D08CC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1CF7353B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Alimentazione a batteria, la cui durata massima stimata, ma non garantita, è pari a 10 anni (la durata della batteria è influenzata dalle condizioni di installazione e di utilizzo). </w:t>
            </w:r>
          </w:p>
          <w:p w14:paraId="52C1D7F9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La batteria è garantita 4 anni dalla data di vendita. </w:t>
            </w:r>
          </w:p>
          <w:p w14:paraId="7187467E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Batteria sostituibile. </w:t>
            </w:r>
          </w:p>
          <w:p w14:paraId="6DA84436" w14:textId="22ADF5EB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Predisposizione per alimentazione esterna (2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0 Vac) tramite alimentatore opzionale. </w:t>
            </w:r>
          </w:p>
          <w:p w14:paraId="6B4DAFF2" w14:textId="77777777" w:rsidR="000A3748" w:rsidRPr="00F049B5" w:rsidRDefault="000A3748" w:rsidP="000A3748">
            <w:pPr>
              <w:pStyle w:val="Testocommento"/>
              <w:numPr>
                <w:ilvl w:val="0"/>
                <w:numId w:val="39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Grado di protezione: IP65</w:t>
            </w:r>
          </w:p>
          <w:p w14:paraId="1E63B92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D5ECD96" w14:textId="500A4AC6" w:rsidR="000A3748" w:rsidRPr="00E655F6" w:rsidRDefault="000A3748" w:rsidP="00E655F6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caldo/freddo con trasmissione dati con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ingressi impulsivi</w:t>
            </w:r>
            <w:r w:rsid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DN 20 2,5</w:t>
            </w:r>
            <w:r w:rsidR="00341C3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="00856252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-</w:t>
            </w:r>
            <w:r w:rsidR="00341C3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5,0 m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E655F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/h o equivalente.</w:t>
            </w:r>
          </w:p>
        </w:tc>
      </w:tr>
      <w:tr w:rsidR="000A3748" w:rsidRPr="00013A5B" w14:paraId="23BDA4E1" w14:textId="77777777" w:rsidTr="00A16FCA">
        <w:tc>
          <w:tcPr>
            <w:tcW w:w="1398" w:type="dxa"/>
          </w:tcPr>
          <w:p w14:paraId="6B89CF72" w14:textId="710BA012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9712</w:t>
            </w:r>
          </w:p>
        </w:tc>
        <w:tc>
          <w:tcPr>
            <w:tcW w:w="2297" w:type="dxa"/>
          </w:tcPr>
          <w:p w14:paraId="4D7A2AE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62CC5B7F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54DEFBD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calda</w:t>
            </w:r>
          </w:p>
          <w:p w14:paraId="20E8264D" w14:textId="097045BE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33304D4F" w14:textId="717DD1D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5F12ADE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6AA59D4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6E9089E2" w14:textId="4795974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A06870E" w14:textId="45902FC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77809EA" w14:textId="3C10C27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43212A14" w14:textId="293DBD8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6A58137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4FEF79AC" w14:textId="6AE5212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311B933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09EBE673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9F47D1B" w14:textId="72EAF43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bookmarkStart w:id="1" w:name="OLE_LINK4"/>
            <w:r w:rsidRPr="00F049B5">
              <w:rPr>
                <w:rFonts w:ascii="Poppins" w:hAnsi="Poppins" w:cs="Poppins"/>
                <w:bCs/>
                <w:color w:val="000000" w:themeColor="text1"/>
              </w:rPr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bookmarkEnd w:id="1"/>
          <w:p w14:paraId="7370388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5122261" w14:textId="66EEB13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calda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15 o equivalente.</w:t>
            </w:r>
          </w:p>
        </w:tc>
      </w:tr>
      <w:tr w:rsidR="000A3748" w:rsidRPr="00013A5B" w14:paraId="23C63C9F" w14:textId="77777777" w:rsidTr="00A16FCA">
        <w:tc>
          <w:tcPr>
            <w:tcW w:w="1398" w:type="dxa"/>
          </w:tcPr>
          <w:p w14:paraId="665FE37C" w14:textId="005E401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720</w:t>
            </w:r>
          </w:p>
        </w:tc>
        <w:tc>
          <w:tcPr>
            <w:tcW w:w="2297" w:type="dxa"/>
          </w:tcPr>
          <w:p w14:paraId="191C73E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73977B3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155F21C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calda</w:t>
            </w:r>
          </w:p>
          <w:p w14:paraId="07A70044" w14:textId="7D9FDB08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78A2B8E4" w14:textId="38B8FA95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calda,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59BEDC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19FCC06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06D3D15" w14:textId="002ADE7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9CCFB10" w14:textId="3E91790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7C863A3" w14:textId="47046C1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3DA3415A" w14:textId="6BA3C94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a 90 °C</w:t>
            </w:r>
          </w:p>
          <w:p w14:paraId="3B0EEB11" w14:textId="33DD32C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465CCF0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71802ACB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5CF69E5D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C262FEC" w14:textId="4B9BAB2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p w14:paraId="60095E4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CC1D99E" w14:textId="0DED932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calda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20 o equivalente.</w:t>
            </w:r>
          </w:p>
        </w:tc>
      </w:tr>
      <w:tr w:rsidR="000A3748" w:rsidRPr="00013A5B" w14:paraId="70BF8B96" w14:textId="77777777" w:rsidTr="00A16FCA">
        <w:tc>
          <w:tcPr>
            <w:tcW w:w="1398" w:type="dxa"/>
          </w:tcPr>
          <w:p w14:paraId="09F45E3B" w14:textId="4AF9CE7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9710</w:t>
            </w:r>
          </w:p>
        </w:tc>
        <w:tc>
          <w:tcPr>
            <w:tcW w:w="2297" w:type="dxa"/>
          </w:tcPr>
          <w:p w14:paraId="5F2A2A6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6FA8DF8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3C93DD1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fredda</w:t>
            </w:r>
          </w:p>
          <w:p w14:paraId="7ECFAF1C" w14:textId="0F94907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15</w:t>
            </w:r>
          </w:p>
        </w:tc>
        <w:tc>
          <w:tcPr>
            <w:tcW w:w="5803" w:type="dxa"/>
          </w:tcPr>
          <w:p w14:paraId="517632E4" w14:textId="6D8985E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E8B27A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7B7BF3F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5D4A8E69" w14:textId="25133E5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2,5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04649F5" w14:textId="5506749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massima Q4: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390007C" w14:textId="463EB63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766F95FF" w14:textId="2DB1620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</w:t>
            </w:r>
            <w:r w:rsidR="000B234D" w:rsidRPr="00F049B5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1DA48B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110 mm</w:t>
            </w:r>
          </w:p>
          <w:p w14:paraId="1E23FEFA" w14:textId="3837E6B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Attacchi filettati: 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/4” maschio</w:t>
            </w:r>
          </w:p>
          <w:p w14:paraId="65F991A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32550BBB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3AFE5E5" w14:textId="3F6C68B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p w14:paraId="0E13375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07DAF6D" w14:textId="5F91BAEA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fredda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15 o equivalente.</w:t>
            </w:r>
          </w:p>
        </w:tc>
      </w:tr>
      <w:tr w:rsidR="000A3748" w:rsidRPr="00013A5B" w14:paraId="5CA50F0A" w14:textId="77777777" w:rsidTr="00A16FCA">
        <w:tc>
          <w:tcPr>
            <w:tcW w:w="1398" w:type="dxa"/>
          </w:tcPr>
          <w:p w14:paraId="1E97B800" w14:textId="09C1DCB3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</w:t>
            </w:r>
            <w:r w:rsidR="00BE3E47">
              <w:rPr>
                <w:rFonts w:ascii="Poppins" w:hAnsi="Poppins" w:cs="Poppins"/>
                <w:bCs/>
                <w:color w:val="000000" w:themeColor="text1"/>
                <w:sz w:val="20"/>
              </w:rPr>
              <w:t>718</w:t>
            </w:r>
          </w:p>
        </w:tc>
        <w:tc>
          <w:tcPr>
            <w:tcW w:w="2297" w:type="dxa"/>
          </w:tcPr>
          <w:p w14:paraId="5AD2742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</w:t>
            </w:r>
          </w:p>
          <w:p w14:paraId="56BEF2B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lanciaimpulsi</w:t>
            </w:r>
          </w:p>
          <w:p w14:paraId="7671CAD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acqua fredda</w:t>
            </w:r>
          </w:p>
          <w:p w14:paraId="3D7A8D46" w14:textId="06807A9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DN 20</w:t>
            </w:r>
          </w:p>
        </w:tc>
        <w:tc>
          <w:tcPr>
            <w:tcW w:w="5803" w:type="dxa"/>
          </w:tcPr>
          <w:p w14:paraId="09EAF74D" w14:textId="3A47042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Contatore volumetrico lanciaimpulsi (tipo reed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switch, 1 impulso / 10 litri), a getto unico, a quadrante asciutto per acqua fredda,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2/EU)</w:t>
            </w:r>
            <w:r w:rsidR="00BE3E47">
              <w:rPr>
                <w:rFonts w:ascii="Poppins" w:hAnsi="Poppins" w:cs="Poppins"/>
                <w:bCs/>
                <w:color w:val="000000" w:themeColor="text1"/>
              </w:rPr>
              <w:t xml:space="preserve"> e conforme DM 174/2004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61E0AA9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198BA60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D6D099A" w14:textId="4025F6B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permanente 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: 4,0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B160F1D" w14:textId="7BF37F4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 Q4: 5,0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84ED841" w14:textId="655E470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Classe metrologica MID: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10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H (installazione orizzontale), R (Q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/Q1) = </w:t>
            </w:r>
            <w:r w:rsidR="000B4EA7">
              <w:rPr>
                <w:rFonts w:ascii="Poppins" w:hAnsi="Poppins" w:cs="Poppins"/>
                <w:bCs/>
                <w:color w:val="000000" w:themeColor="text1"/>
              </w:rPr>
              <w:t>6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V (installazione verticale)</w:t>
            </w:r>
          </w:p>
          <w:p w14:paraId="23CAEDE3" w14:textId="154125B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Temperatura di funzionamento: da </w:t>
            </w:r>
            <w:r w:rsidR="00664F23" w:rsidRPr="00F049B5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B14E0C0" w14:textId="2059BA6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Lunghezza: 1</w:t>
            </w:r>
            <w:r w:rsidR="00EE2606">
              <w:rPr>
                <w:rFonts w:ascii="Poppins" w:hAnsi="Poppins" w:cs="Poppins"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color w:val="000000" w:themeColor="text1"/>
              </w:rPr>
              <w:t>0 mm</w:t>
            </w:r>
          </w:p>
          <w:p w14:paraId="2AFF03F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Attacchi filettati: 1” maschio</w:t>
            </w:r>
          </w:p>
          <w:p w14:paraId="1446CE0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 (PN): 16 bar</w:t>
            </w:r>
          </w:p>
          <w:p w14:paraId="7B5AB316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1955D4F" w14:textId="3AEC99B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Possibilità di comunicazione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mediante interfaccia dedicata (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con trasmissione dati, oppure adattatore d’impulsi).</w:t>
            </w:r>
          </w:p>
          <w:p w14:paraId="3A29858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18A95E4" w14:textId="7EAF5B4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Contatore volumetrico lanciaimpulsi acqua fredda </w:t>
            </w:r>
            <w:r w:rsidR="00BE3E47">
              <w:rPr>
                <w:rFonts w:ascii="Poppins" w:hAnsi="Poppins" w:cs="Poppins"/>
                <w:b/>
                <w:bCs/>
                <w:color w:val="000000" w:themeColor="text1"/>
              </w:rPr>
              <w:t xml:space="preserve">SJ PLUS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DN 20 o equivalente.</w:t>
            </w:r>
          </w:p>
        </w:tc>
      </w:tr>
      <w:tr w:rsidR="00216524" w:rsidRPr="00013A5B" w14:paraId="68CBACAB" w14:textId="77777777" w:rsidTr="00A16FCA">
        <w:tc>
          <w:tcPr>
            <w:tcW w:w="1398" w:type="dxa"/>
          </w:tcPr>
          <w:p w14:paraId="52637B5F" w14:textId="49925545" w:rsidR="00216524" w:rsidRPr="00F049B5" w:rsidRDefault="00216524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02709736</w:t>
            </w:r>
          </w:p>
        </w:tc>
        <w:tc>
          <w:tcPr>
            <w:tcW w:w="2297" w:type="dxa"/>
          </w:tcPr>
          <w:p w14:paraId="4D80D456" w14:textId="3F520619" w:rsidR="00216524" w:rsidRPr="00F049B5" w:rsidRDefault="002267A6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calda per alte portate DN25 M 1”1/4</w:t>
            </w:r>
          </w:p>
        </w:tc>
        <w:tc>
          <w:tcPr>
            <w:tcW w:w="5803" w:type="dxa"/>
          </w:tcPr>
          <w:p w14:paraId="29F5DD97" w14:textId="1EBA5EFB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Contatore a getto multiplo a quadrante asciutto, a trasmissione magnetica, 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6F179BFD" w14:textId="77777777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A2870C8" w14:textId="466F2475" w:rsidR="00E95775" w:rsidRP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Costruzione:</w:t>
            </w:r>
          </w:p>
          <w:p w14:paraId="142AF053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Cassa in ottone</w:t>
            </w:r>
          </w:p>
          <w:p w14:paraId="31EDE0FA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Filtro in ingresso</w:t>
            </w:r>
          </w:p>
          <w:p w14:paraId="5842B4C8" w14:textId="1119B5B1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Totalizzatore ruotabile per una facile lettura</w:t>
            </w:r>
          </w:p>
          <w:p w14:paraId="302DCC10" w14:textId="77777777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677E6FC" w14:textId="42F0161E" w:rsidR="00E95775" w:rsidRP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378BDE37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DN25</w:t>
            </w:r>
          </w:p>
          <w:p w14:paraId="17B370B9" w14:textId="77777777" w:rsidR="007F7C03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lastRenderedPageBreak/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1”1/4</w:t>
            </w:r>
          </w:p>
          <w:p w14:paraId="60359B06" w14:textId="27BED155" w:rsidR="007F7C03" w:rsidRDefault="007F7C03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7CC4158C" w14:textId="3BE763B7" w:rsidR="00E95775" w:rsidRDefault="007F7C03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="00E95775"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5D955D2E" w14:textId="617D728F" w:rsidR="007F7C03" w:rsidRDefault="007F7C03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292B46">
              <w:rPr>
                <w:rFonts w:ascii="Poppins" w:hAnsi="Poppins" w:cs="Poppins"/>
                <w:bCs/>
                <w:color w:val="000000" w:themeColor="text1"/>
              </w:rPr>
              <w:t>78,8 l/h</w:t>
            </w:r>
          </w:p>
          <w:p w14:paraId="296B721E" w14:textId="7FCA440A" w:rsidR="00292B46" w:rsidRPr="0015218D" w:rsidRDefault="00292B46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6,3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600FBB8D" w14:textId="70AAB577" w:rsidR="00292B46" w:rsidRPr="00292B46" w:rsidRDefault="00292B46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7,9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21E4F13" w14:textId="7632250B" w:rsidR="00E95775" w:rsidRP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Classe metrologica MID: R (Q3/Q1) = 80 H (installazione orizzontale)</w:t>
            </w:r>
          </w:p>
          <w:p w14:paraId="0A5F51C5" w14:textId="77777777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FCC4D64" w14:textId="0BA66AE4" w:rsidR="00E95775" w:rsidRDefault="00E95775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5FA39913" w14:textId="5A07B1BF" w:rsidR="00292B46" w:rsidRPr="00E95775" w:rsidRDefault="00292B46" w:rsidP="00292B46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CD213D">
              <w:rPr>
                <w:rFonts w:ascii="Poppins" w:hAnsi="Poppins" w:cs="Poppins"/>
                <w:bCs/>
                <w:color w:val="000000" w:themeColor="text1"/>
              </w:rPr>
              <w:t>9</w:t>
            </w:r>
          </w:p>
          <w:p w14:paraId="7C3A017B" w14:textId="77777777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BC1C5BA" w14:textId="7A87065E" w:rsid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0A184A19" w14:textId="77777777" w:rsidR="00E95775" w:rsidRPr="00E95775" w:rsidRDefault="00E95775" w:rsidP="00E9577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25EC580" w14:textId="4CA4EB02" w:rsidR="00216524" w:rsidRPr="00CD213D" w:rsidRDefault="00CD213D" w:rsidP="00E95775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>Marca Emmeti – Modello Contatore volumetrico lanciampulsi acqua calda per alte portate DN25 M 1”1/4 o equivalente.</w:t>
            </w:r>
          </w:p>
        </w:tc>
      </w:tr>
      <w:tr w:rsidR="00CD213D" w:rsidRPr="00013A5B" w14:paraId="16AEC95F" w14:textId="77777777" w:rsidTr="00A16FCA">
        <w:tc>
          <w:tcPr>
            <w:tcW w:w="1398" w:type="dxa"/>
          </w:tcPr>
          <w:p w14:paraId="5A1B1F44" w14:textId="114BCCE8" w:rsidR="00CD213D" w:rsidRPr="00F049B5" w:rsidRDefault="00CD213D" w:rsidP="00CD21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02709738</w:t>
            </w:r>
          </w:p>
        </w:tc>
        <w:tc>
          <w:tcPr>
            <w:tcW w:w="2297" w:type="dxa"/>
          </w:tcPr>
          <w:p w14:paraId="5D8B49DF" w14:textId="62915477" w:rsidR="00CD213D" w:rsidRPr="00F049B5" w:rsidRDefault="00CD213D" w:rsidP="00CD213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calda per alte portate DN32 M 1”1/2</w:t>
            </w:r>
          </w:p>
        </w:tc>
        <w:tc>
          <w:tcPr>
            <w:tcW w:w="5803" w:type="dxa"/>
          </w:tcPr>
          <w:p w14:paraId="60E6DE32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Contatore a getto multiplo a quadrante asciutto, a trasmissione magnetica, 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13E7148F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30C771C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Costruzione:</w:t>
            </w:r>
          </w:p>
          <w:p w14:paraId="304239C0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Cassa in ottone</w:t>
            </w:r>
          </w:p>
          <w:p w14:paraId="77AE46A6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Filtro in ingresso</w:t>
            </w:r>
          </w:p>
          <w:p w14:paraId="73D94E94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Totalizzatore ruotabile per una facile lettura</w:t>
            </w:r>
          </w:p>
          <w:p w14:paraId="72A882C4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5AD94E9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2F36844A" w14:textId="6F99A784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32</w:t>
            </w:r>
          </w:p>
          <w:p w14:paraId="597DD5F6" w14:textId="4033AAEB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</w:p>
          <w:p w14:paraId="4B86185B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72613AAA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17148345" w14:textId="1749EF66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Portata minima Q1: 125 l/h</w:t>
            </w:r>
          </w:p>
          <w:p w14:paraId="08FCBD1F" w14:textId="129AF3C8" w:rsidR="00CD213D" w:rsidRPr="0015218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62EFF393" w14:textId="6CAD4CDB" w:rsidR="00CD213D" w:rsidRPr="00292B46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12,5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2A6039C7" w14:textId="77777777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Classe metrologica MID: R (Q3/Q1) = 80 H (installazione orizzontale)</w:t>
            </w:r>
          </w:p>
          <w:p w14:paraId="489545EF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1A8B5F9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6059C442" w14:textId="368B1F16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kv: 12</w:t>
            </w:r>
          </w:p>
          <w:p w14:paraId="6ECAF7A8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B8BE682" w14:textId="57115D95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lastRenderedPageBreak/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4116FA72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39DC581" w14:textId="15A7BE41" w:rsidR="00CD213D" w:rsidRPr="00F049B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>Marca Emmeti – Modello Contatore volumetrico lanciampulsi acqua calda per alte portate DN</w:t>
            </w:r>
            <w:r>
              <w:rPr>
                <w:rFonts w:ascii="Poppins" w:hAnsi="Poppins" w:cs="Poppins"/>
                <w:b/>
                <w:color w:val="000000" w:themeColor="text1"/>
              </w:rPr>
              <w:t>32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1”1/</w:t>
            </w:r>
            <w:r>
              <w:rPr>
                <w:rFonts w:ascii="Poppins" w:hAnsi="Poppins" w:cs="Poppins"/>
                <w:b/>
                <w:color w:val="000000" w:themeColor="text1"/>
              </w:rPr>
              <w:t>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o equivalente.</w:t>
            </w:r>
          </w:p>
        </w:tc>
      </w:tr>
      <w:tr w:rsidR="00CD213D" w:rsidRPr="00013A5B" w14:paraId="3C2876D6" w14:textId="77777777" w:rsidTr="00A16FCA">
        <w:tc>
          <w:tcPr>
            <w:tcW w:w="1398" w:type="dxa"/>
          </w:tcPr>
          <w:p w14:paraId="01E59465" w14:textId="772A5F8E" w:rsidR="00CD213D" w:rsidRPr="00F049B5" w:rsidRDefault="00CD213D" w:rsidP="00CD213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02709740</w:t>
            </w:r>
          </w:p>
        </w:tc>
        <w:tc>
          <w:tcPr>
            <w:tcW w:w="2297" w:type="dxa"/>
          </w:tcPr>
          <w:p w14:paraId="5F7A8AF5" w14:textId="63E06ACB" w:rsidR="00CD213D" w:rsidRPr="00F049B5" w:rsidRDefault="00CD213D" w:rsidP="00CD213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calda per alte portate DN40 M 2”</w:t>
            </w:r>
          </w:p>
        </w:tc>
        <w:tc>
          <w:tcPr>
            <w:tcW w:w="5803" w:type="dxa"/>
          </w:tcPr>
          <w:p w14:paraId="63501C16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Contatore a getto multiplo a quadrante asciutto, a trasmissione magnetica, 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135251FC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81FE9CA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Costruzione:</w:t>
            </w:r>
          </w:p>
          <w:p w14:paraId="5B58E1E4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Cassa in ottone</w:t>
            </w:r>
          </w:p>
          <w:p w14:paraId="7BDEDD2A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Filtro in ingresso</w:t>
            </w:r>
          </w:p>
          <w:p w14:paraId="2FD77F55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Totalizzatore ruotabile per una facile lettura</w:t>
            </w:r>
          </w:p>
          <w:p w14:paraId="793CA915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72F763A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62D7629D" w14:textId="0767B391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40</w:t>
            </w:r>
          </w:p>
          <w:p w14:paraId="7BEF0F2D" w14:textId="33BADA71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ttacchi M 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”</w:t>
            </w:r>
          </w:p>
          <w:p w14:paraId="1D263201" w14:textId="225171C0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300 mm</w:t>
            </w:r>
          </w:p>
          <w:p w14:paraId="5D58FF31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3A42E8CC" w14:textId="67D6BADA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97169F">
              <w:rPr>
                <w:rFonts w:ascii="Poppins" w:hAnsi="Poppins" w:cs="Poppins"/>
                <w:bCs/>
                <w:color w:val="000000" w:themeColor="text1"/>
              </w:rPr>
              <w:t>200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33E9A676" w14:textId="6893CCF6" w:rsidR="00CD213D" w:rsidRPr="0015218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 w:rsidR="0097169F">
              <w:rPr>
                <w:rFonts w:ascii="Poppins" w:hAnsi="Poppins" w:cs="Poppins"/>
                <w:bCs/>
                <w:color w:val="000000" w:themeColor="text1"/>
                <w:lang w:val="pt-BR"/>
              </w:rPr>
              <w:t>16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25A3DA3B" w14:textId="0568DAD3" w:rsidR="00CD213D" w:rsidRPr="00292B46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 w:rsidR="0097169F">
              <w:rPr>
                <w:rFonts w:ascii="Poppins" w:hAnsi="Poppins" w:cs="Poppins"/>
                <w:bCs/>
                <w:color w:val="000000" w:themeColor="text1"/>
                <w:lang w:val="pt-BR"/>
              </w:rPr>
              <w:t>20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9F7C95A" w14:textId="77777777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Classe metrologica MID: R (Q3/Q1) = 80 H (installazione orizzontale)</w:t>
            </w:r>
          </w:p>
          <w:p w14:paraId="51F432D9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04F8EAB" w14:textId="77777777" w:rsidR="00CD213D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2720F5D0" w14:textId="082B2EE4" w:rsidR="00CD213D" w:rsidRPr="00E95775" w:rsidRDefault="00CD213D" w:rsidP="00CD213D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20</w:t>
            </w:r>
          </w:p>
          <w:p w14:paraId="3682EF2D" w14:textId="77777777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81E572E" w14:textId="410678DC" w:rsidR="00CD213D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F0364A4" w14:textId="77777777" w:rsidR="00CD213D" w:rsidRPr="00E9577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B31AF8C" w14:textId="32284D04" w:rsidR="00CD213D" w:rsidRPr="00F049B5" w:rsidRDefault="00CD213D" w:rsidP="00CD213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>Marca Emmeti – Modello Contatore volumetrico lanciampulsi acqua calda per alte portate DN</w:t>
            </w:r>
            <w:r w:rsidR="0097169F">
              <w:rPr>
                <w:rFonts w:ascii="Poppins" w:hAnsi="Poppins" w:cs="Poppins"/>
                <w:b/>
                <w:color w:val="000000" w:themeColor="text1"/>
              </w:rPr>
              <w:t>40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</w:t>
            </w:r>
            <w:r w:rsidR="0097169F">
              <w:rPr>
                <w:rFonts w:ascii="Poppins" w:hAnsi="Poppins" w:cs="Poppins"/>
                <w:b/>
                <w:color w:val="000000" w:themeColor="text1"/>
              </w:rPr>
              <w:t xml:space="preserve">2” 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>o equivalente.</w:t>
            </w:r>
          </w:p>
        </w:tc>
      </w:tr>
      <w:tr w:rsidR="001D2B03" w:rsidRPr="00013A5B" w14:paraId="5D2E5964" w14:textId="77777777" w:rsidTr="00A16FCA">
        <w:tc>
          <w:tcPr>
            <w:tcW w:w="1398" w:type="dxa"/>
          </w:tcPr>
          <w:p w14:paraId="18E18D84" w14:textId="2AAF5976" w:rsidR="001D2B03" w:rsidRPr="00F049B5" w:rsidRDefault="001D2B03" w:rsidP="001D2B0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02709172</w:t>
            </w:r>
          </w:p>
        </w:tc>
        <w:tc>
          <w:tcPr>
            <w:tcW w:w="2297" w:type="dxa"/>
          </w:tcPr>
          <w:p w14:paraId="1FFEC8E3" w14:textId="3F389B82" w:rsidR="001D2B03" w:rsidRPr="00F049B5" w:rsidRDefault="001D2B03" w:rsidP="001D2B0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Contatore volumetrico lanciampulsi acqua fredda per alte portate DN25 M 1”1/4</w:t>
            </w:r>
          </w:p>
        </w:tc>
        <w:tc>
          <w:tcPr>
            <w:tcW w:w="5803" w:type="dxa"/>
          </w:tcPr>
          <w:p w14:paraId="5E852352" w14:textId="7C45395B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Contatore a getto multiplo a </w:t>
            </w:r>
            <w:r w:rsidR="003B3116">
              <w:rPr>
                <w:rFonts w:ascii="Poppins" w:hAnsi="Poppins" w:cs="Poppins"/>
                <w:bCs/>
                <w:color w:val="000000" w:themeColor="text1"/>
              </w:rPr>
              <w:t>rulli protetti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,</w:t>
            </w:r>
            <w:r w:rsidR="00385731"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12676914" w14:textId="77777777" w:rsidR="00221645" w:rsidRP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Trasmissione meccanica non influenzabile da campi magnetici esterni.</w:t>
            </w:r>
          </w:p>
          <w:p w14:paraId="7F95CCA4" w14:textId="2436D306" w:rsid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I rulli numerati, le iscrizioni caratteristiche e la matricola si trovano nella parte protetta.</w:t>
            </w:r>
          </w:p>
          <w:p w14:paraId="174E3745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EAB1FEB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lastRenderedPageBreak/>
              <w:t>Dati tecnici:</w:t>
            </w:r>
          </w:p>
          <w:p w14:paraId="75F449A4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DN25</w:t>
            </w:r>
          </w:p>
          <w:p w14:paraId="37BA1F86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1”1/4</w:t>
            </w:r>
          </w:p>
          <w:p w14:paraId="7A5836C3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2539C3F0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341E93A6" w14:textId="2DA9B9CA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883018">
              <w:rPr>
                <w:rFonts w:ascii="Poppins" w:hAnsi="Poppins" w:cs="Poppins"/>
                <w:bCs/>
                <w:color w:val="000000" w:themeColor="text1"/>
              </w:rPr>
              <w:t>39,4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14130965" w14:textId="77777777" w:rsidR="001D2B03" w:rsidRPr="0015218D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6,3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395C231C" w14:textId="77777777" w:rsidR="001D2B03" w:rsidRPr="00292B46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7,9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EBBC496" w14:textId="15FEEDAB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Classe metrologica MID: R (Q3/Q1) =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160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 H (installazione orizzontale)</w:t>
            </w:r>
          </w:p>
          <w:p w14:paraId="2471790C" w14:textId="58972593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Temperatura massima di esercizio: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03D90EF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44EDF6EB" w14:textId="3D4E3C35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7,9</w:t>
            </w:r>
          </w:p>
          <w:p w14:paraId="782663E5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3D32FD0" w14:textId="25DCFFDD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07DE46DC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C6D6E55" w14:textId="0543FA08" w:rsidR="001D2B03" w:rsidRPr="00F049B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Marca Emmeti – Modello Contatore volumetrico lanciampulsi acqua </w:t>
            </w:r>
            <w:r w:rsidR="004C11A1">
              <w:rPr>
                <w:rFonts w:ascii="Poppins" w:hAnsi="Poppins" w:cs="Poppins"/>
                <w:b/>
                <w:color w:val="000000" w:themeColor="text1"/>
              </w:rPr>
              <w:t>fredda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per alte portate DN25 M 1”1/4 o equivalente.</w:t>
            </w:r>
          </w:p>
        </w:tc>
      </w:tr>
      <w:tr w:rsidR="001D2B03" w:rsidRPr="00013A5B" w14:paraId="76CCE9A3" w14:textId="77777777" w:rsidTr="00A16FCA">
        <w:tc>
          <w:tcPr>
            <w:tcW w:w="1398" w:type="dxa"/>
          </w:tcPr>
          <w:p w14:paraId="0B09A48C" w14:textId="61876EEE" w:rsidR="001D2B03" w:rsidRPr="00F049B5" w:rsidRDefault="001D2B03" w:rsidP="001D2B0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02709176</w:t>
            </w:r>
          </w:p>
        </w:tc>
        <w:tc>
          <w:tcPr>
            <w:tcW w:w="2297" w:type="dxa"/>
          </w:tcPr>
          <w:p w14:paraId="0BFA560B" w14:textId="1DAD9DFF" w:rsidR="001D2B03" w:rsidRPr="00F049B5" w:rsidRDefault="001D2B03" w:rsidP="001D2B0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lanciampulsi acqua </w:t>
            </w:r>
            <w:r w:rsidR="00385731">
              <w:rPr>
                <w:rFonts w:ascii="Poppins" w:hAnsi="Poppins" w:cs="Poppins"/>
                <w:bCs/>
                <w:color w:val="000000" w:themeColor="text1"/>
                <w:sz w:val="20"/>
              </w:rPr>
              <w:t>fredda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per alte portate DN32 M 1”1/2</w:t>
            </w:r>
          </w:p>
        </w:tc>
        <w:tc>
          <w:tcPr>
            <w:tcW w:w="5803" w:type="dxa"/>
          </w:tcPr>
          <w:p w14:paraId="312869AD" w14:textId="77777777" w:rsidR="00385731" w:rsidRDefault="00385731" w:rsidP="00385731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Contatore a getto multiplo a </w:t>
            </w:r>
            <w:r>
              <w:rPr>
                <w:rFonts w:ascii="Poppins" w:hAnsi="Poppins" w:cs="Poppins"/>
                <w:bCs/>
                <w:color w:val="000000" w:themeColor="text1"/>
              </w:rPr>
              <w:t>rulli protetti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,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55949670" w14:textId="77777777" w:rsidR="00221645" w:rsidRP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Trasmissione meccanica non influenzabile da campi magnetici esterni.</w:t>
            </w:r>
          </w:p>
          <w:p w14:paraId="03D75DEB" w14:textId="3EE1702B" w:rsidR="00221645" w:rsidRDefault="00221645" w:rsidP="00385731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I rulli numerati, le iscrizioni caratteristiche e la matricola si trovano nella parte protetta.</w:t>
            </w:r>
          </w:p>
          <w:p w14:paraId="7F04A48B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0295C08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7DBCA2B4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32</w:t>
            </w:r>
          </w:p>
          <w:p w14:paraId="48BAC0B6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ttacchi M 1”1/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</w:p>
          <w:p w14:paraId="3F7FE08E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260 mm</w:t>
            </w:r>
          </w:p>
          <w:p w14:paraId="27D68AA5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6C91945C" w14:textId="0530A650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62,5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27F58502" w14:textId="77777777" w:rsidR="001D2B03" w:rsidRPr="0015218D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10FC73AC" w14:textId="77777777" w:rsidR="001D2B03" w:rsidRPr="00292B46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12,5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3FEE4E13" w14:textId="30B42797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Classe metrologica MID: R (Q3/Q1) =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16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H (installazione orizzontale)</w:t>
            </w:r>
          </w:p>
          <w:p w14:paraId="3435F868" w14:textId="1E2AF418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Temperatura massima di esercizio: </w:t>
            </w:r>
            <w:r w:rsidR="00FE3732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15878EE4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0C8183E4" w14:textId="158A85AC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kv: 12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,6</w:t>
            </w:r>
          </w:p>
          <w:p w14:paraId="5FAD8B1B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FBE7D60" w14:textId="714D8CF1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lastRenderedPageBreak/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69DC9B4C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DC3ACE7" w14:textId="33CAC3F4" w:rsidR="001D2B03" w:rsidRPr="00F049B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Marca Emmeti – Modello Contatore volumetrico lanciampulsi acqua </w:t>
            </w:r>
            <w:r w:rsidR="004C11A1">
              <w:rPr>
                <w:rFonts w:ascii="Poppins" w:hAnsi="Poppins" w:cs="Poppins"/>
                <w:b/>
                <w:color w:val="000000" w:themeColor="text1"/>
              </w:rPr>
              <w:t>fredda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per alte portate DN</w:t>
            </w:r>
            <w:r>
              <w:rPr>
                <w:rFonts w:ascii="Poppins" w:hAnsi="Poppins" w:cs="Poppins"/>
                <w:b/>
                <w:color w:val="000000" w:themeColor="text1"/>
              </w:rPr>
              <w:t>32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1”1/</w:t>
            </w:r>
            <w:r>
              <w:rPr>
                <w:rFonts w:ascii="Poppins" w:hAnsi="Poppins" w:cs="Poppins"/>
                <w:b/>
                <w:color w:val="000000" w:themeColor="text1"/>
              </w:rPr>
              <w:t>2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o equivalente.</w:t>
            </w:r>
          </w:p>
        </w:tc>
      </w:tr>
      <w:tr w:rsidR="001D2B03" w:rsidRPr="00013A5B" w14:paraId="6F7C27B8" w14:textId="77777777" w:rsidTr="00A16FCA">
        <w:tc>
          <w:tcPr>
            <w:tcW w:w="1398" w:type="dxa"/>
          </w:tcPr>
          <w:p w14:paraId="21F9298E" w14:textId="357DCCF9" w:rsidR="001D2B03" w:rsidRDefault="001D2B03" w:rsidP="001D2B0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02709188</w:t>
            </w:r>
          </w:p>
        </w:tc>
        <w:tc>
          <w:tcPr>
            <w:tcW w:w="2297" w:type="dxa"/>
          </w:tcPr>
          <w:p w14:paraId="6EBBED9F" w14:textId="09C46646" w:rsidR="001D2B03" w:rsidRPr="00F049B5" w:rsidRDefault="001D2B03" w:rsidP="001D2B0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Contatore volumetrico lanciampulsi acqua </w:t>
            </w:r>
            <w:r w:rsidR="00385731">
              <w:rPr>
                <w:rFonts w:ascii="Poppins" w:hAnsi="Poppins" w:cs="Poppins"/>
                <w:bCs/>
                <w:color w:val="000000" w:themeColor="text1"/>
                <w:sz w:val="20"/>
              </w:rPr>
              <w:t>fredda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per alte portate DN40 M 2”</w:t>
            </w:r>
          </w:p>
        </w:tc>
        <w:tc>
          <w:tcPr>
            <w:tcW w:w="5803" w:type="dxa"/>
          </w:tcPr>
          <w:p w14:paraId="711F955C" w14:textId="77777777" w:rsidR="00385731" w:rsidRDefault="00385731" w:rsidP="00385731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Contatore a getto multiplo a </w:t>
            </w:r>
            <w:r>
              <w:rPr>
                <w:rFonts w:ascii="Poppins" w:hAnsi="Poppins" w:cs="Poppins"/>
                <w:bCs/>
                <w:color w:val="000000" w:themeColor="text1"/>
              </w:rPr>
              <w:t>rulli protetti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,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per installazione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orizzontale.</w:t>
            </w:r>
          </w:p>
          <w:p w14:paraId="66DBF24C" w14:textId="77777777" w:rsidR="00221645" w:rsidRP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Trasmissione meccanica non influenzabile da campi magnetici esterni.</w:t>
            </w:r>
          </w:p>
          <w:p w14:paraId="1EEB31CA" w14:textId="77777777" w:rsidR="00221645" w:rsidRDefault="00221645" w:rsidP="00221645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221645">
              <w:rPr>
                <w:rFonts w:ascii="Poppins" w:hAnsi="Poppins" w:cs="Poppins"/>
                <w:bCs/>
                <w:color w:val="000000" w:themeColor="text1"/>
              </w:rPr>
              <w:t>I rulli numerati, le iscrizioni caratteristiche e la matricola si trovano nella parte protetta.</w:t>
            </w:r>
          </w:p>
          <w:p w14:paraId="61A6479B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315E4B1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E9577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39F33CE8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Misura: DN</w:t>
            </w:r>
            <w:r>
              <w:rPr>
                <w:rFonts w:ascii="Poppins" w:hAnsi="Poppins" w:cs="Poppins"/>
                <w:bCs/>
                <w:color w:val="000000" w:themeColor="text1"/>
              </w:rPr>
              <w:t>40</w:t>
            </w:r>
          </w:p>
          <w:p w14:paraId="43746B9E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A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ttacchi M </w:t>
            </w:r>
            <w:r>
              <w:rPr>
                <w:rFonts w:ascii="Poppins" w:hAnsi="Poppins" w:cs="Poppins"/>
                <w:bCs/>
                <w:color w:val="000000" w:themeColor="text1"/>
              </w:rPr>
              <w:t>2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”</w:t>
            </w:r>
          </w:p>
          <w:p w14:paraId="64517658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>Lunghezza contatore: 300 mm</w:t>
            </w:r>
          </w:p>
          <w:p w14:paraId="24360807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Installazione 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orizzontale</w:t>
            </w:r>
          </w:p>
          <w:p w14:paraId="47DECA43" w14:textId="5623633C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Portata minima Q1: </w:t>
            </w:r>
            <w:r w:rsidR="004C11A1">
              <w:rPr>
                <w:rFonts w:ascii="Poppins" w:hAnsi="Poppins" w:cs="Poppins"/>
                <w:bCs/>
                <w:color w:val="000000" w:themeColor="text1"/>
              </w:rPr>
              <w:t>100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l/h</w:t>
            </w:r>
          </w:p>
          <w:p w14:paraId="49023E63" w14:textId="77777777" w:rsidR="001D2B03" w:rsidRPr="0015218D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Portata permanente Q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16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762031D4" w14:textId="77777777" w:rsidR="001D2B03" w:rsidRPr="00292B46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pt-BR"/>
              </w:rPr>
            </w:pP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Portata massima Q4: 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20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 xml:space="preserve"> m</w:t>
            </w:r>
            <w:r>
              <w:rPr>
                <w:rFonts w:ascii="Poppins" w:hAnsi="Poppins" w:cs="Poppins"/>
                <w:bCs/>
                <w:color w:val="000000" w:themeColor="text1"/>
                <w:lang w:val="pt-BR"/>
              </w:rPr>
              <w:t>3</w:t>
            </w:r>
            <w:r w:rsidRPr="0015218D">
              <w:rPr>
                <w:rFonts w:ascii="Poppins" w:hAnsi="Poppins" w:cs="Poppins"/>
                <w:bCs/>
                <w:color w:val="000000" w:themeColor="text1"/>
                <w:lang w:val="pt-BR"/>
              </w:rPr>
              <w:t>/h</w:t>
            </w:r>
          </w:p>
          <w:p w14:paraId="4C24985D" w14:textId="26C97EAA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Classe metrologica MID: R (Q3/Q1) = </w:t>
            </w:r>
            <w:r w:rsidR="001C2D2D">
              <w:rPr>
                <w:rFonts w:ascii="Poppins" w:hAnsi="Poppins" w:cs="Poppins"/>
                <w:bCs/>
                <w:color w:val="000000" w:themeColor="text1"/>
              </w:rPr>
              <w:t>16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H (installazione orizzontale)</w:t>
            </w:r>
          </w:p>
          <w:p w14:paraId="32F5F57D" w14:textId="6A0AFC8C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 xml:space="preserve">Temperatura massima di esercizio: </w:t>
            </w:r>
            <w:r w:rsidR="00FE3732">
              <w:rPr>
                <w:rFonts w:ascii="Poppins" w:hAnsi="Poppins" w:cs="Poppins"/>
                <w:bCs/>
                <w:color w:val="000000" w:themeColor="text1"/>
              </w:rPr>
              <w:t>5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20D77DC0" w14:textId="77777777" w:rsidR="001D2B03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Pressione di esercizio PN: 16 bar</w:t>
            </w:r>
          </w:p>
          <w:p w14:paraId="05FFF137" w14:textId="46F91FBA" w:rsidR="001D2B03" w:rsidRPr="00E95775" w:rsidRDefault="001D2B03" w:rsidP="001D2B03">
            <w:pPr>
              <w:pStyle w:val="Testocommento"/>
              <w:numPr>
                <w:ilvl w:val="0"/>
                <w:numId w:val="46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>
              <w:rPr>
                <w:rFonts w:ascii="Poppins" w:hAnsi="Poppins" w:cs="Poppins"/>
                <w:bCs/>
                <w:color w:val="000000" w:themeColor="text1"/>
              </w:rPr>
              <w:t xml:space="preserve">kv: </w:t>
            </w:r>
            <w:r w:rsidR="007C0458">
              <w:rPr>
                <w:rFonts w:ascii="Poppins" w:hAnsi="Poppins" w:cs="Poppins"/>
                <w:bCs/>
                <w:color w:val="000000" w:themeColor="text1"/>
              </w:rPr>
              <w:t>20,2</w:t>
            </w:r>
          </w:p>
          <w:p w14:paraId="46D582E0" w14:textId="77777777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80AB88D" w14:textId="6DD3B235" w:rsidR="001D2B03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E95775">
              <w:rPr>
                <w:rFonts w:ascii="Poppins" w:hAnsi="Poppins" w:cs="Poppins"/>
                <w:bCs/>
                <w:color w:val="000000" w:themeColor="text1"/>
              </w:rPr>
              <w:t>Fornito completo di emettitore di impulsi reed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E95775">
              <w:rPr>
                <w:rFonts w:ascii="Poppins" w:hAnsi="Poppins" w:cs="Poppins"/>
                <w:bCs/>
                <w:color w:val="000000" w:themeColor="text1"/>
              </w:rPr>
              <w:t>switch, 1 impulso/10 litri</w:t>
            </w:r>
            <w:r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1E569F4A" w14:textId="77777777" w:rsidR="001D2B03" w:rsidRPr="00E9577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A97E014" w14:textId="552E52BF" w:rsidR="001D2B03" w:rsidRPr="00F049B5" w:rsidRDefault="001D2B03" w:rsidP="001D2B03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Marca Emmeti – Modello Contatore volumetrico lanciampulsi acqua </w:t>
            </w:r>
            <w:r w:rsidR="004C11A1">
              <w:rPr>
                <w:rFonts w:ascii="Poppins" w:hAnsi="Poppins" w:cs="Poppins"/>
                <w:b/>
                <w:color w:val="000000" w:themeColor="text1"/>
              </w:rPr>
              <w:t>fredda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per alte portate DN</w:t>
            </w:r>
            <w:r>
              <w:rPr>
                <w:rFonts w:ascii="Poppins" w:hAnsi="Poppins" w:cs="Poppins"/>
                <w:b/>
                <w:color w:val="000000" w:themeColor="text1"/>
              </w:rPr>
              <w:t>40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 xml:space="preserve"> M 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2” </w:t>
            </w:r>
            <w:r w:rsidRPr="00CD213D">
              <w:rPr>
                <w:rFonts w:ascii="Poppins" w:hAnsi="Poppins" w:cs="Poppins"/>
                <w:b/>
                <w:color w:val="000000" w:themeColor="text1"/>
              </w:rPr>
              <w:t>o equivalente.</w:t>
            </w:r>
          </w:p>
        </w:tc>
      </w:tr>
      <w:tr w:rsidR="000A3748" w:rsidRPr="00013A5B" w14:paraId="31B643DE" w14:textId="77777777" w:rsidTr="00A16FCA">
        <w:tc>
          <w:tcPr>
            <w:tcW w:w="1398" w:type="dxa"/>
          </w:tcPr>
          <w:p w14:paraId="10B8A2CC" w14:textId="3856692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02709664</w:t>
            </w:r>
          </w:p>
        </w:tc>
        <w:tc>
          <w:tcPr>
            <w:tcW w:w="2297" w:type="dxa"/>
          </w:tcPr>
          <w:p w14:paraId="660BC36B" w14:textId="7F4F7032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6C54D50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0D7E7D9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portare</w:t>
            </w:r>
          </w:p>
          <w:p w14:paraId="48A4B4F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1BE460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2B91A1D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0CFB3FA1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25 </w:t>
            </w:r>
          </w:p>
          <w:p w14:paraId="164A1F70" w14:textId="1DC4BAA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orizzontale</w:t>
            </w:r>
          </w:p>
        </w:tc>
        <w:tc>
          <w:tcPr>
            <w:tcW w:w="5803" w:type="dxa"/>
          </w:tcPr>
          <w:p w14:paraId="1F38CD11" w14:textId="58D54E2E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 xml:space="preserve">, per il calcolo dei consumi di 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lastRenderedPageBreak/>
              <w:t>energia termica in regime di riscaldamento e raffrescamento.</w:t>
            </w:r>
          </w:p>
          <w:p w14:paraId="611FD473" w14:textId="0955E77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</w:t>
            </w:r>
            <w:r w:rsidR="0055149E" w:rsidRPr="00F049B5">
              <w:rPr>
                <w:rFonts w:ascii="Poppins" w:hAnsi="Poppins" w:cs="Poppins"/>
                <w:color w:val="000000" w:themeColor="text1"/>
              </w:rPr>
              <w:t xml:space="preserve"> orizzontale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sul ritorno con possibilità di installazione sulla mandata.</w:t>
            </w:r>
          </w:p>
          <w:p w14:paraId="1D26205D" w14:textId="61A7C33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5AB4486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514B8A1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59FD5DEF" w14:textId="5D93BF09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nominale: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,5 m</w:t>
            </w:r>
            <w:r w:rsidR="00EE2606" w:rsidRPr="008F6103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80981E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70 l/h</w:t>
            </w:r>
          </w:p>
          <w:p w14:paraId="4FC939DB" w14:textId="1A5C300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7 m</w:t>
            </w:r>
            <w:r w:rsidR="00EE2606" w:rsidRPr="008F6103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5BD769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007AD47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0334FAC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Lunghezza senza bocchettoni: 260 mm</w:t>
            </w:r>
          </w:p>
          <w:p w14:paraId="2284495B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47FEF079" w14:textId="29B79B1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</w:t>
            </w:r>
            <w:r w:rsidR="00BF7134" w:rsidRPr="00F049B5"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maschio</w:t>
            </w:r>
          </w:p>
          <w:p w14:paraId="1A5C3D4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FA8349F" w14:textId="686BAC5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52F7917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7E93D2DF" w14:textId="6411462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080DBD03" w14:textId="333DD39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1218C34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5B08548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9A0BCA7" w14:textId="20072C0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672302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75AF228F" w14:textId="5E66591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 sostituibile</w:t>
            </w:r>
          </w:p>
          <w:p w14:paraId="5ACDBD96" w14:textId="7F1F2F4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1EF043A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4A4CF6C" w14:textId="3B4FB91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portare con attacco filettato e trasmissione dati DN 25 orizzontale o equivalente.</w:t>
            </w:r>
          </w:p>
        </w:tc>
      </w:tr>
      <w:tr w:rsidR="000A3748" w:rsidRPr="00013A5B" w14:paraId="0A076449" w14:textId="77777777" w:rsidTr="00A16FCA">
        <w:tc>
          <w:tcPr>
            <w:tcW w:w="1398" w:type="dxa"/>
          </w:tcPr>
          <w:p w14:paraId="132CF417" w14:textId="589EFAEB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02709666</w:t>
            </w:r>
          </w:p>
        </w:tc>
        <w:tc>
          <w:tcPr>
            <w:tcW w:w="2297" w:type="dxa"/>
          </w:tcPr>
          <w:p w14:paraId="660CDE43" w14:textId="2DA891D3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16B7A8D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1ED4837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portare</w:t>
            </w:r>
          </w:p>
          <w:p w14:paraId="59C52E4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C8D016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filettato</w:t>
            </w:r>
          </w:p>
          <w:p w14:paraId="487CB62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73658E52" w14:textId="354D5A79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2 </w:t>
            </w:r>
          </w:p>
          <w:p w14:paraId="3E9CE3C2" w14:textId="1A11E5EA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orizzontale</w:t>
            </w:r>
          </w:p>
        </w:tc>
        <w:tc>
          <w:tcPr>
            <w:tcW w:w="5803" w:type="dxa"/>
          </w:tcPr>
          <w:p w14:paraId="3BADFAE1" w14:textId="266404BF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333564B0" w14:textId="77777777" w:rsidR="0055149E" w:rsidRPr="00F049B5" w:rsidRDefault="0055149E" w:rsidP="0055149E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orizzontale sul ritorno con possibilità di installazione sulla mandata.</w:t>
            </w:r>
          </w:p>
          <w:p w14:paraId="36F89F5D" w14:textId="2B373D7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B06759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41DB2F8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10BA1A25" w14:textId="13E611C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6,0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E89AC5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120 l/h</w:t>
            </w:r>
          </w:p>
          <w:p w14:paraId="12A5A0EF" w14:textId="1A2838F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12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71BB90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D972BD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B78FA1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Lunghezza senza bocchettoni: 260 mm</w:t>
            </w:r>
          </w:p>
          <w:p w14:paraId="5B20413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F72BF8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1”1/2 maschio</w:t>
            </w:r>
          </w:p>
          <w:p w14:paraId="702ABB7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266B633" w14:textId="71E3D51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296880A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291C03AC" w14:textId="7744AC8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32C5AD22" w14:textId="4717132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648FCE6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7BEE82E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8210CA6" w14:textId="2F7C7F4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76EEF44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81E1592" w14:textId="1D57AAF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 sostituibile</w:t>
            </w:r>
          </w:p>
          <w:p w14:paraId="452E4A7F" w14:textId="1EC1F94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1BECB66B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3DA554E" w14:textId="6B3859D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per alte portare con attacco filettato e trasmissione dati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orizzontale o equivalente.</w:t>
            </w:r>
          </w:p>
        </w:tc>
      </w:tr>
      <w:tr w:rsidR="000A3748" w:rsidRPr="00013A5B" w14:paraId="5FCEE522" w14:textId="77777777" w:rsidTr="00A16FCA">
        <w:tc>
          <w:tcPr>
            <w:tcW w:w="1398" w:type="dxa"/>
          </w:tcPr>
          <w:p w14:paraId="1517AD63" w14:textId="1F3933E7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02709668</w:t>
            </w:r>
          </w:p>
        </w:tc>
        <w:tc>
          <w:tcPr>
            <w:tcW w:w="2297" w:type="dxa"/>
          </w:tcPr>
          <w:p w14:paraId="7088E3A1" w14:textId="5F06F754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4E9198F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42A610C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per alte portare</w:t>
            </w:r>
          </w:p>
          <w:p w14:paraId="77DE5BF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287BCD8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3087AA8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5FA6B12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40 </w:t>
            </w:r>
          </w:p>
          <w:p w14:paraId="48636FC7" w14:textId="18E6D50D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orizzontale</w:t>
            </w:r>
          </w:p>
        </w:tc>
        <w:tc>
          <w:tcPr>
            <w:tcW w:w="5803" w:type="dxa"/>
          </w:tcPr>
          <w:p w14:paraId="6A8809D2" w14:textId="603647F7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con contatore a getto multiplo a trasmissione magnetica, certificato in conformità al Dlgs n° 84 del 19/05/2016 (attuazione della direttiva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5BB29808" w14:textId="77777777" w:rsidR="0055149E" w:rsidRPr="00F049B5" w:rsidRDefault="0055149E" w:rsidP="0055149E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orizzontale sul ritorno con possibilità di installazione sulla mandata.</w:t>
            </w:r>
          </w:p>
          <w:p w14:paraId="59A05517" w14:textId="5B916B2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6ED2EB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</w:p>
          <w:p w14:paraId="0425264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20393919" w14:textId="7BC89BA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10,0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E50315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200 l/h</w:t>
            </w:r>
          </w:p>
          <w:p w14:paraId="7582F9AD" w14:textId="2502C73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20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CB15ED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B8FC3F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555D58C8" w14:textId="049B5F9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Lunghezza senza bocchettoni: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00 mm</w:t>
            </w:r>
          </w:p>
          <w:p w14:paraId="7923D54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EBA292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2” maschio</w:t>
            </w:r>
          </w:p>
          <w:p w14:paraId="76CADDF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FB34518" w14:textId="3F7D4936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7B6E923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5BED3D46" w14:textId="05C7E42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37547DDF" w14:textId="469481A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F6DACE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6D8DF78C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A5E9E75" w14:textId="4C420709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1AF1DE3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BE703F4" w14:textId="6E2B4B4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788F79E9" w14:textId="563AF73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3344CA6B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9C403B4" w14:textId="3D2C518C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portare con attacco filettato e trasmissione dati DN 40 orizzontale o equivalente.</w:t>
            </w:r>
          </w:p>
        </w:tc>
      </w:tr>
      <w:tr w:rsidR="000A3748" w:rsidRPr="00013A5B" w14:paraId="7C936E02" w14:textId="77777777" w:rsidTr="00A16FCA">
        <w:tc>
          <w:tcPr>
            <w:tcW w:w="1398" w:type="dxa"/>
          </w:tcPr>
          <w:p w14:paraId="4B6584E5" w14:textId="3EF0325F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02709670</w:t>
            </w:r>
          </w:p>
        </w:tc>
        <w:tc>
          <w:tcPr>
            <w:tcW w:w="2297" w:type="dxa"/>
          </w:tcPr>
          <w:p w14:paraId="1FC932DE" w14:textId="5DD2B28C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04B125A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1AFE113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1FE768D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0BAE9FC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4533952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66EE553B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25 </w:t>
            </w:r>
          </w:p>
          <w:p w14:paraId="10A83510" w14:textId="6048A4A1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ascendente</w:t>
            </w:r>
          </w:p>
        </w:tc>
        <w:tc>
          <w:tcPr>
            <w:tcW w:w="5803" w:type="dxa"/>
          </w:tcPr>
          <w:p w14:paraId="5DE0996A" w14:textId="0798FB41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0C6A6B0D" w14:textId="197A3722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</w:t>
            </w:r>
            <w:r w:rsidR="00AC3B66" w:rsidRPr="00F049B5">
              <w:rPr>
                <w:rFonts w:ascii="Poppins" w:hAnsi="Poppins" w:cs="Poppins"/>
                <w:color w:val="000000" w:themeColor="text1"/>
              </w:rPr>
              <w:t xml:space="preserve"> verticale ascendente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sul ritorno con possibilità di installazione sulla mandata.</w:t>
            </w:r>
          </w:p>
          <w:p w14:paraId="699988A5" w14:textId="6204D2E5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421C0140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768CFE3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1AFC16ED" w14:textId="47FE9AB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nominale: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,5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408454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70 l/h</w:t>
            </w:r>
          </w:p>
          <w:p w14:paraId="5C57BEEA" w14:textId="01B32FE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7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D44015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4F3EA0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3C66DC3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bocchettoni:150 mm</w:t>
            </w:r>
          </w:p>
          <w:p w14:paraId="511A647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C8C5409" w14:textId="62235DA5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maschio</w:t>
            </w:r>
          </w:p>
          <w:p w14:paraId="2E80C95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DB7FF92" w14:textId="2461063D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36D4410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07CFA434" w14:textId="44E5CB59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43DB1FA1" w14:textId="1F43F93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48593AE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2236955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230B7B54" w14:textId="189DC17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0A8707C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79414077" w14:textId="3276E7D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,6 V al litio, durata massima stimata, non garantita, 6 anni (la durata della batteria è influenzata dalle condizioni di installazione e di utilizzo). La batteria è garantita 2 anni dalla data di vendita. Batteria 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s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57530EC3" w14:textId="2ADFB9D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86A40A8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008618F" w14:textId="29BBEAA0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25 verticale ascendente o equivalente.</w:t>
            </w:r>
          </w:p>
        </w:tc>
      </w:tr>
      <w:tr w:rsidR="000A3748" w:rsidRPr="00013A5B" w14:paraId="15BE6929" w14:textId="77777777" w:rsidTr="00A16FCA">
        <w:tc>
          <w:tcPr>
            <w:tcW w:w="1398" w:type="dxa"/>
          </w:tcPr>
          <w:p w14:paraId="119B0828" w14:textId="44D519D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02709674</w:t>
            </w:r>
          </w:p>
        </w:tc>
        <w:tc>
          <w:tcPr>
            <w:tcW w:w="2297" w:type="dxa"/>
          </w:tcPr>
          <w:p w14:paraId="3E4D460A" w14:textId="30482691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3584CDEB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42DC7382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1E48127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4DF99A6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7BA5313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0B5DF5FB" w14:textId="270ED61D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2 </w:t>
            </w:r>
          </w:p>
          <w:p w14:paraId="039492AB" w14:textId="2EB26059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ascendente</w:t>
            </w:r>
          </w:p>
        </w:tc>
        <w:tc>
          <w:tcPr>
            <w:tcW w:w="5803" w:type="dxa"/>
          </w:tcPr>
          <w:p w14:paraId="0C26F8B9" w14:textId="430C0B58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164ADEBF" w14:textId="77777777" w:rsidR="00AC3B66" w:rsidRPr="00F049B5" w:rsidRDefault="00AC3B66" w:rsidP="00AC3B66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ascendente sul ritorno con possibilità di installazione sulla mandata.</w:t>
            </w:r>
          </w:p>
          <w:p w14:paraId="502D43A4" w14:textId="740664E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388DCF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492E41F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7246702C" w14:textId="0FCCB06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6,0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34A2BF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120 l/h</w:t>
            </w:r>
          </w:p>
          <w:p w14:paraId="1F847C04" w14:textId="659B365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12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896798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FC0DBD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4C0042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150 mm</w:t>
            </w:r>
          </w:p>
          <w:p w14:paraId="756D307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8E8A083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1”1/2 maschio</w:t>
            </w:r>
          </w:p>
          <w:p w14:paraId="0F62C1CC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AB15A7E" w14:textId="5EE16A1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60E9742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77190674" w14:textId="0637662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161982A2" w14:textId="59000F3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6BB5494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24CA27F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A6C785C" w14:textId="5ADE627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2E5259C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284A3687" w14:textId="6457FEF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,6 V al litio, durata massima stimata, non garantita, 6 anni (la durata della batteria è influenzata dalle condizioni di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installazione e di utilizzo). La batteria è garantita 2 anni dalla data di vendita. Batteria sostituibile</w:t>
            </w:r>
          </w:p>
          <w:p w14:paraId="421AA4B9" w14:textId="7475D92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132E1238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5CB5D12" w14:textId="0407F35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per alte portate con attacco filettato e trasmissione dati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verticale ascendente o equivalente.</w:t>
            </w:r>
          </w:p>
        </w:tc>
      </w:tr>
      <w:tr w:rsidR="000A3748" w:rsidRPr="00013A5B" w14:paraId="049A3762" w14:textId="77777777" w:rsidTr="00A16FCA">
        <w:tc>
          <w:tcPr>
            <w:tcW w:w="1398" w:type="dxa"/>
          </w:tcPr>
          <w:p w14:paraId="7ADE4332" w14:textId="2B4B50BE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02709678</w:t>
            </w:r>
          </w:p>
        </w:tc>
        <w:tc>
          <w:tcPr>
            <w:tcW w:w="2297" w:type="dxa"/>
          </w:tcPr>
          <w:p w14:paraId="03654DF6" w14:textId="723A98E1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606C8E0A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3F91EDE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5C60695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9B6382C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5E95DCB4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3640D4CF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40 </w:t>
            </w:r>
          </w:p>
          <w:p w14:paraId="3BC4CD5A" w14:textId="7030E6DB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ascendente</w:t>
            </w:r>
          </w:p>
        </w:tc>
        <w:tc>
          <w:tcPr>
            <w:tcW w:w="5803" w:type="dxa"/>
          </w:tcPr>
          <w:p w14:paraId="1F1561B6" w14:textId="1947E062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12524A3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sul ritorno con possibilità di installazione sulla mandata.</w:t>
            </w:r>
          </w:p>
          <w:p w14:paraId="79F65501" w14:textId="24AEB10C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7A280191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BD121C4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5109536A" w14:textId="1160A6F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10,0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DD1E30B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200 l/h</w:t>
            </w:r>
          </w:p>
          <w:p w14:paraId="28001F86" w14:textId="346E6E9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20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7C61B5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613B34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6CD12FA9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200 mm</w:t>
            </w:r>
          </w:p>
          <w:p w14:paraId="301E5F4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8391A0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2” maschio</w:t>
            </w:r>
          </w:p>
          <w:p w14:paraId="61A7669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E177A9B" w14:textId="0D162AFF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15C77EA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21528757" w14:textId="5D3F33D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761ED0B2" w14:textId="6FE0538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1739306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0803B7D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1B17334" w14:textId="7071179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F9D442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2F4CFAE4" w14:textId="4D48CF9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741CB6E" w14:textId="2A1443A8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72260330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806B6A9" w14:textId="651F332D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40 verticale ascendente o equivalente.</w:t>
            </w:r>
          </w:p>
        </w:tc>
      </w:tr>
      <w:tr w:rsidR="000A3748" w:rsidRPr="00013A5B" w14:paraId="059D9F2B" w14:textId="77777777" w:rsidTr="00A16FCA">
        <w:tc>
          <w:tcPr>
            <w:tcW w:w="1398" w:type="dxa"/>
          </w:tcPr>
          <w:p w14:paraId="3FA6A7FB" w14:textId="0AEFEDB8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02709672</w:t>
            </w:r>
          </w:p>
        </w:tc>
        <w:tc>
          <w:tcPr>
            <w:tcW w:w="2297" w:type="dxa"/>
          </w:tcPr>
          <w:p w14:paraId="317F6F0E" w14:textId="783A678F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00D4434F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6A26CB4B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6D51F2C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7BDBD59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3B9E1AA3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3B70A0C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25 </w:t>
            </w:r>
          </w:p>
          <w:p w14:paraId="77871355" w14:textId="6AD4C9A8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discendente</w:t>
            </w:r>
          </w:p>
        </w:tc>
        <w:tc>
          <w:tcPr>
            <w:tcW w:w="5803" w:type="dxa"/>
          </w:tcPr>
          <w:p w14:paraId="00492A4C" w14:textId="15487378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64A4C32A" w14:textId="79B805BD" w:rsidR="00AC3B66" w:rsidRPr="00F049B5" w:rsidRDefault="00AC3B66" w:rsidP="00AC3B66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discendente sul ritorno con possibilità di installazione sulla mandata.</w:t>
            </w:r>
          </w:p>
          <w:p w14:paraId="17025173" w14:textId="444A5B5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4EFB5989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BA6C7F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68527A64" w14:textId="7B301B9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Portata nominale: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,5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F2E2D7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70 l/h</w:t>
            </w:r>
          </w:p>
          <w:p w14:paraId="6993E21C" w14:textId="08B8D3E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7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95633D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B10DAD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0A8220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bocchettoni:150 mm</w:t>
            </w:r>
          </w:p>
          <w:p w14:paraId="0D2D472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D102F6A" w14:textId="0CA7AED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maschio</w:t>
            </w:r>
          </w:p>
          <w:p w14:paraId="10F7B37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9AD0B1E" w14:textId="03B8319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4E902F6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0C7844EA" w14:textId="5B1A9D1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7CF87017" w14:textId="5EAB770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61F10D34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77945EA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Impulsi: 10 l/imp</w:t>
            </w:r>
          </w:p>
          <w:p w14:paraId="11FF1F0F" w14:textId="58065CC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03572A8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207AA6D" w14:textId="128954C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B21FD93" w14:textId="35B89C90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209D269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3FDAB34" w14:textId="5749AAB1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25 verticale discendente o equivalente.</w:t>
            </w:r>
          </w:p>
        </w:tc>
      </w:tr>
      <w:tr w:rsidR="000A3748" w:rsidRPr="00013A5B" w14:paraId="5ABFA331" w14:textId="77777777" w:rsidTr="00A16FCA">
        <w:tc>
          <w:tcPr>
            <w:tcW w:w="1398" w:type="dxa"/>
          </w:tcPr>
          <w:p w14:paraId="752D08FC" w14:textId="04E47515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02709676</w:t>
            </w:r>
          </w:p>
        </w:tc>
        <w:tc>
          <w:tcPr>
            <w:tcW w:w="2297" w:type="dxa"/>
          </w:tcPr>
          <w:p w14:paraId="4B6C57C8" w14:textId="24564B42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1670737E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730B687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17B35FD8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5770A76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17D1F9C6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6D67E9FB" w14:textId="716B8BCD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2 </w:t>
            </w:r>
          </w:p>
          <w:p w14:paraId="5BBE998A" w14:textId="46884635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discendente</w:t>
            </w:r>
          </w:p>
        </w:tc>
        <w:tc>
          <w:tcPr>
            <w:tcW w:w="5803" w:type="dxa"/>
          </w:tcPr>
          <w:p w14:paraId="74FA3B30" w14:textId="1D7F0F95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40E57546" w14:textId="77777777" w:rsidR="00AC3B66" w:rsidRPr="00F049B5" w:rsidRDefault="00AC3B66" w:rsidP="00AC3B66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discendente sul ritorno con possibilità di installazione sulla mandata.</w:t>
            </w:r>
          </w:p>
          <w:p w14:paraId="0B0DADCF" w14:textId="715B80C8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26D19E7D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2B9F567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43086202" w14:textId="5438A16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6,0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33A4CEA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120 l/h</w:t>
            </w:r>
          </w:p>
          <w:p w14:paraId="5498B409" w14:textId="3133F571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12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013F8F2C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7E642C8C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640E057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150 mm</w:t>
            </w:r>
          </w:p>
          <w:p w14:paraId="08F3E54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FAF4F67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1”1/2 maschio</w:t>
            </w:r>
          </w:p>
          <w:p w14:paraId="5385D2E5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FF88909" w14:textId="2EBC2E53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0CAE030D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Range di temperatura: 1÷150 °C</w:t>
            </w:r>
          </w:p>
          <w:p w14:paraId="0AB7C8F7" w14:textId="259A0CD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47A56AE5" w14:textId="4D258BE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002B1C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7269F56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5F95F44" w14:textId="28F7515F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2AC89988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6CB6CA79" w14:textId="56BFBF6D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AC3B66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3B827C84" w14:textId="36FAB5BE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17EFB7D6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A1535D9" w14:textId="67B3840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caldo/freddo per alte portate con attacco filettato e trasmissione dati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verticale discendente o equivalente.</w:t>
            </w:r>
          </w:p>
        </w:tc>
      </w:tr>
      <w:tr w:rsidR="000A3748" w:rsidRPr="00013A5B" w14:paraId="04DF50BE" w14:textId="77777777" w:rsidTr="00A16FCA">
        <w:tc>
          <w:tcPr>
            <w:tcW w:w="1398" w:type="dxa"/>
          </w:tcPr>
          <w:p w14:paraId="1A67B325" w14:textId="06294652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02709680</w:t>
            </w:r>
          </w:p>
        </w:tc>
        <w:tc>
          <w:tcPr>
            <w:tcW w:w="2297" w:type="dxa"/>
          </w:tcPr>
          <w:p w14:paraId="787B66B9" w14:textId="3C080B82" w:rsidR="000A3748" w:rsidRPr="00F049B5" w:rsidRDefault="003A147D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</w:t>
            </w:r>
          </w:p>
          <w:p w14:paraId="3120CB3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caldo/freddo</w:t>
            </w:r>
          </w:p>
          <w:p w14:paraId="52208C5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per alte portate</w:t>
            </w:r>
          </w:p>
          <w:p w14:paraId="45B4C883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con attacco</w:t>
            </w:r>
          </w:p>
          <w:p w14:paraId="437D1A70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filettato</w:t>
            </w:r>
          </w:p>
          <w:p w14:paraId="316C142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 trasmissione dati</w:t>
            </w:r>
          </w:p>
          <w:p w14:paraId="1A4DF15D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DN 40 </w:t>
            </w:r>
          </w:p>
          <w:p w14:paraId="1750598D" w14:textId="3B31446B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verticale discendente</w:t>
            </w:r>
          </w:p>
        </w:tc>
        <w:tc>
          <w:tcPr>
            <w:tcW w:w="5803" w:type="dxa"/>
          </w:tcPr>
          <w:p w14:paraId="6C1A8938" w14:textId="6344A26F" w:rsidR="000A3748" w:rsidRPr="00F049B5" w:rsidRDefault="003A147D" w:rsidP="000A3748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>con contatore a getto multiplo a trasmissione magnetica, certificato in conformità al Dlgs n° 84 del 19/05/2016 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2/EU) costituito da contatore volumetrico a getto multiplo a quadrante asciutto per acqua a 90 °C e da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unità elettronica EVO:</w:t>
            </w:r>
            <w:r w:rsidR="000A3748" w:rsidRPr="00F049B5">
              <w:rPr>
                <w:rFonts w:ascii="Poppins" w:hAnsi="Poppins" w:cs="Poppins"/>
                <w:bCs/>
                <w:color w:val="000000" w:themeColor="text1"/>
              </w:rPr>
              <w:t xml:space="preserve"> completa di sonde di temperatura</w:t>
            </w:r>
            <w:r w:rsidR="000A3748" w:rsidRPr="00F049B5">
              <w:rPr>
                <w:rFonts w:ascii="Poppins" w:hAnsi="Poppins" w:cs="Poppins"/>
                <w:color w:val="000000" w:themeColor="text1"/>
              </w:rPr>
              <w:t>, per il calcolo dei consumi di energia termica in regime di riscaldamento e raffrescamento.</w:t>
            </w:r>
          </w:p>
          <w:p w14:paraId="404EED3B" w14:textId="77777777" w:rsidR="004E149E" w:rsidRPr="00F049B5" w:rsidRDefault="004E149E" w:rsidP="004E149E">
            <w:pPr>
              <w:pStyle w:val="Testocommento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Configurato per installazione verticale discendente sul ritorno con possibilità di installazione sulla mandata.</w:t>
            </w:r>
          </w:p>
          <w:p w14:paraId="4E40CB9A" w14:textId="23F281C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26CFB86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9E1F8A6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 misuratore di portata:</w:t>
            </w:r>
          </w:p>
          <w:p w14:paraId="3D0CB8BE" w14:textId="54E41EEC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nominale: 10,0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C1832F5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minima: 200 l/h</w:t>
            </w:r>
          </w:p>
          <w:p w14:paraId="3767A3FE" w14:textId="17E71882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Portata massima: 20 m</w:t>
            </w:r>
            <w:r w:rsidR="00EE2606" w:rsidRPr="00EC0509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1E0B099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massima di esercizio: 90 °C</w:t>
            </w:r>
          </w:p>
          <w:p w14:paraId="287B8FD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74913FA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Altezza senza bocchettoni: 200 mm</w:t>
            </w:r>
          </w:p>
          <w:p w14:paraId="39902980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A94D882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Attacchi: 2” maschio</w:t>
            </w:r>
          </w:p>
          <w:p w14:paraId="6B42D83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E6E2393" w14:textId="24451816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Dati tecnici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>unità elettronica EVO:</w:t>
            </w:r>
          </w:p>
          <w:p w14:paraId="6257BE01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lastRenderedPageBreak/>
              <w:t>Range di temperatura: 1÷150 °C</w:t>
            </w:r>
          </w:p>
          <w:p w14:paraId="5B211317" w14:textId="060FD67B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 K</w:t>
            </w:r>
          </w:p>
          <w:p w14:paraId="1EE63452" w14:textId="59709A04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0071F4E6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Temperatura ambiente: 0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sym w:font="Symbol" w:char="F0B8"/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55 °C</w:t>
            </w:r>
          </w:p>
          <w:p w14:paraId="2ECCDD7E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459FEA0" w14:textId="315846B3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0B89E28F" w14:textId="77777777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3C53A0A" w14:textId="47D9F3C6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,6 V al litio, durata massima stimata, non garantita, 6 anni (la durata della batteria è influenzata dalle condizioni di installazione e di utilizzo). La batteria è garantita 2 anni dalla data di vendita. Batteria sostituibile</w:t>
            </w:r>
            <w:r w:rsidR="004E149E" w:rsidRPr="00F049B5">
              <w:rPr>
                <w:rFonts w:ascii="Poppins" w:hAnsi="Poppins" w:cs="Poppins"/>
                <w:bCs/>
                <w:color w:val="000000" w:themeColor="text1"/>
              </w:rPr>
              <w:t>.</w:t>
            </w:r>
          </w:p>
          <w:p w14:paraId="005068AB" w14:textId="62A1747A" w:rsidR="000A3748" w:rsidRPr="00F049B5" w:rsidRDefault="000A3748" w:rsidP="000A3748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7CC0771" w14:textId="77777777" w:rsidR="000A3748" w:rsidRPr="00F049B5" w:rsidRDefault="000A3748" w:rsidP="000A3748">
            <w:pPr>
              <w:pStyle w:val="Testocommento"/>
              <w:ind w:left="42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088382A" w14:textId="26A71D04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</w:t>
            </w:r>
            <w:r w:rsidR="003A147D"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caldo/freddo per alte portate con attacco filettato e trasmissione dati DN 40 verticale discendente o equivalente.</w:t>
            </w:r>
          </w:p>
        </w:tc>
      </w:tr>
      <w:tr w:rsidR="000A3748" w:rsidRPr="00013A5B" w14:paraId="0875B50F" w14:textId="77777777" w:rsidTr="00A16FCA">
        <w:tc>
          <w:tcPr>
            <w:tcW w:w="1398" w:type="dxa"/>
          </w:tcPr>
          <w:p w14:paraId="1A5E969F" w14:textId="26AFBEA4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02708160</w:t>
            </w:r>
          </w:p>
        </w:tc>
        <w:tc>
          <w:tcPr>
            <w:tcW w:w="2297" w:type="dxa"/>
          </w:tcPr>
          <w:p w14:paraId="3F316A47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39C51160" w14:textId="65C6F15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1”1/4 F – 1” M</w:t>
            </w:r>
          </w:p>
        </w:tc>
        <w:tc>
          <w:tcPr>
            <w:tcW w:w="5803" w:type="dxa"/>
          </w:tcPr>
          <w:p w14:paraId="1C24B43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Kit composto da 2 dadi in ottone 1”1/4 e da 2 codoli 1” maschio, per misuratori di energia DN 25.</w:t>
            </w:r>
          </w:p>
          <w:p w14:paraId="4722DBF4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83871E1" w14:textId="46F145DB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1”1/4 F – 1” M o equivalente.</w:t>
            </w:r>
          </w:p>
        </w:tc>
      </w:tr>
      <w:tr w:rsidR="000A3748" w:rsidRPr="00013A5B" w14:paraId="56C9821C" w14:textId="77777777" w:rsidTr="00A16FCA">
        <w:tc>
          <w:tcPr>
            <w:tcW w:w="1398" w:type="dxa"/>
          </w:tcPr>
          <w:p w14:paraId="5E741F61" w14:textId="0B91402C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02708162</w:t>
            </w:r>
          </w:p>
        </w:tc>
        <w:tc>
          <w:tcPr>
            <w:tcW w:w="2297" w:type="dxa"/>
          </w:tcPr>
          <w:p w14:paraId="5E577CD9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27E4C5EC" w14:textId="5D5D78C2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1”1/2 F – 1”1/4 M</w:t>
            </w:r>
          </w:p>
        </w:tc>
        <w:tc>
          <w:tcPr>
            <w:tcW w:w="5803" w:type="dxa"/>
          </w:tcPr>
          <w:p w14:paraId="65EE81D7" w14:textId="49232786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Kit composto da 2 dadi in ottone 1”1/</w:t>
            </w:r>
            <w:r w:rsidR="008867F1" w:rsidRPr="00F049B5">
              <w:rPr>
                <w:rFonts w:ascii="Poppins" w:hAnsi="Poppins" w:cs="Poppins"/>
                <w:bCs/>
                <w:color w:val="000000" w:themeColor="text1"/>
              </w:rPr>
              <w:t>2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e da 2 codoli 1”1/4 maschio, per misuratori di energia DN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2.</w:t>
            </w:r>
          </w:p>
          <w:p w14:paraId="09F80D5E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89C7FA" w14:textId="0E7B7D7E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1”1/2 F – 1”1/4 M o equivalente.</w:t>
            </w:r>
          </w:p>
        </w:tc>
      </w:tr>
      <w:tr w:rsidR="000A3748" w:rsidRPr="00013A5B" w14:paraId="680AAC89" w14:textId="77777777" w:rsidTr="00A16FCA">
        <w:tc>
          <w:tcPr>
            <w:tcW w:w="1398" w:type="dxa"/>
          </w:tcPr>
          <w:p w14:paraId="5807FF0F" w14:textId="7C89F9EE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02708164</w:t>
            </w:r>
          </w:p>
        </w:tc>
        <w:tc>
          <w:tcPr>
            <w:tcW w:w="2297" w:type="dxa"/>
          </w:tcPr>
          <w:p w14:paraId="54460A7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raccordi a bocchettone</w:t>
            </w:r>
          </w:p>
          <w:p w14:paraId="45D0BC97" w14:textId="1E0C1308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2” F – 1”1/2 M</w:t>
            </w:r>
          </w:p>
        </w:tc>
        <w:tc>
          <w:tcPr>
            <w:tcW w:w="5803" w:type="dxa"/>
          </w:tcPr>
          <w:p w14:paraId="5042DC4B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Kit composto da 2 dadi in ottone 2” e da 2 codoli 1”1/2 maschio, per misuratori di energia DN 40.</w:t>
            </w:r>
          </w:p>
          <w:p w14:paraId="300A008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3DFB409" w14:textId="725075E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raccordi a bocchettone 2”F – 1”1/2 M o equivalente.</w:t>
            </w:r>
          </w:p>
        </w:tc>
      </w:tr>
      <w:tr w:rsidR="000A3748" w:rsidRPr="00013A5B" w14:paraId="1740C023" w14:textId="77777777" w:rsidTr="00A16FCA">
        <w:tc>
          <w:tcPr>
            <w:tcW w:w="1398" w:type="dxa"/>
          </w:tcPr>
          <w:p w14:paraId="4244158E" w14:textId="2A17BE55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02708196</w:t>
            </w:r>
          </w:p>
        </w:tc>
        <w:tc>
          <w:tcPr>
            <w:tcW w:w="2297" w:type="dxa"/>
          </w:tcPr>
          <w:p w14:paraId="6BED7E85" w14:textId="77777777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Tee portasonda</w:t>
            </w:r>
          </w:p>
          <w:p w14:paraId="48FBB024" w14:textId="111BA4A3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1” x 1” x 1”</w:t>
            </w:r>
          </w:p>
        </w:tc>
        <w:tc>
          <w:tcPr>
            <w:tcW w:w="5803" w:type="dxa"/>
          </w:tcPr>
          <w:p w14:paraId="6C87BF7A" w14:textId="6A42A05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Tee portasonda avente attacchi F 1”, e riduzione 1” – (M10x1) per l’installazione del </w:t>
            </w:r>
            <w:r w:rsidR="003A147D" w:rsidRPr="00F049B5">
              <w:rPr>
                <w:rFonts w:ascii="Poppins" w:hAnsi="Poppins" w:cs="Poppins"/>
                <w:bCs/>
                <w:color w:val="000000" w:themeColor="text1"/>
              </w:rPr>
              <w:t xml:space="preserve">Misuratore di energia EVO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DN 25.</w:t>
            </w:r>
          </w:p>
          <w:p w14:paraId="2EC9A95A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AA140D2" w14:textId="7E2847F9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Tee portasonda 1” x 1” x 1” o equivalente.</w:t>
            </w:r>
          </w:p>
        </w:tc>
      </w:tr>
      <w:tr w:rsidR="000A3748" w:rsidRPr="00013A5B" w14:paraId="347FD19F" w14:textId="77777777" w:rsidTr="00A16FCA">
        <w:tc>
          <w:tcPr>
            <w:tcW w:w="1398" w:type="dxa"/>
          </w:tcPr>
          <w:p w14:paraId="3CC64283" w14:textId="26999030" w:rsidR="000A3748" w:rsidRPr="00F049B5" w:rsidRDefault="000A3748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02708296</w:t>
            </w:r>
          </w:p>
        </w:tc>
        <w:tc>
          <w:tcPr>
            <w:tcW w:w="2297" w:type="dxa"/>
          </w:tcPr>
          <w:p w14:paraId="1CF269AB" w14:textId="5473821B" w:rsidR="000A3748" w:rsidRPr="00F049B5" w:rsidRDefault="000A3748" w:rsidP="000A3748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Kit portasonda per misuratori di energia DN 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 e DN 40</w:t>
            </w:r>
          </w:p>
        </w:tc>
        <w:tc>
          <w:tcPr>
            <w:tcW w:w="5803" w:type="dxa"/>
          </w:tcPr>
          <w:p w14:paraId="063D22FD" w14:textId="07B260CE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Kit portasonda per misuratori di energia DN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 e DN 40</w:t>
            </w:r>
            <w:r w:rsidR="00913F73"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composto da 2 manicotti a saldare filettati per installazioni ortogonali e da 2 pozzetti da 1/2" L= 40 mm</w:t>
            </w:r>
          </w:p>
          <w:p w14:paraId="72740492" w14:textId="7777777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ACC8E67" w14:textId="4EDF2937" w:rsidR="000A3748" w:rsidRPr="00F049B5" w:rsidRDefault="000A3748" w:rsidP="000A3748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portasonda per misuratori di energia DN 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2 e DN 40 o equivalente.</w:t>
            </w:r>
          </w:p>
        </w:tc>
      </w:tr>
      <w:tr w:rsidR="00913F73" w:rsidRPr="00013A5B" w14:paraId="38A29526" w14:textId="77777777" w:rsidTr="00A16FCA">
        <w:tc>
          <w:tcPr>
            <w:tcW w:w="1398" w:type="dxa"/>
          </w:tcPr>
          <w:p w14:paraId="0C28B4C7" w14:textId="1C93A6FE" w:rsidR="00913F73" w:rsidRPr="00F049B5" w:rsidRDefault="00745110" w:rsidP="000A374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02709722</w:t>
            </w:r>
          </w:p>
        </w:tc>
        <w:tc>
          <w:tcPr>
            <w:tcW w:w="2297" w:type="dxa"/>
          </w:tcPr>
          <w:p w14:paraId="10ABF503" w14:textId="47ADCF89" w:rsidR="00913F73" w:rsidRPr="00F049B5" w:rsidRDefault="00DF0D07" w:rsidP="00DF0D0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flangiato e trasmissione dati DN 50</w:t>
            </w:r>
          </w:p>
        </w:tc>
        <w:tc>
          <w:tcPr>
            <w:tcW w:w="5803" w:type="dxa"/>
          </w:tcPr>
          <w:p w14:paraId="571CD1D6" w14:textId="594B8F7E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4334BBEB" w14:textId="74FB5D4B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5919FA37" w14:textId="0058E59C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54A0F3A2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DAF7E05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10825C70" w14:textId="44DFE5D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420E743" w14:textId="0EFEFA8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2D54E67C" w14:textId="6F057EC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2D1AE150" w14:textId="19766710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7B4291BA" w14:textId="1110C0C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3DD7A57" w14:textId="4AC08F0C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22AB397E" w14:textId="583CA9C2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1DC9611B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19F037A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5C5541C6" w14:textId="65E76D1F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4DC93CB2" w14:textId="70D29F74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3C2A447E" w14:textId="5BFB209A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C9268B8" w14:textId="70E63253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57C8379B" w14:textId="4A25901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370A0A34" w14:textId="4DEF8A23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17363F04" w14:textId="3D8C020B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7C42A35B" w14:textId="41E84D8E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condizioni di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2381D8C4" w14:textId="2AD800DB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476590AC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FE328D7" w14:textId="0296F9F6" w:rsidR="00913F73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– Modello Misuratore di energia EVO caldo/freddo per alte portare con attacco flangiato e trasmissione dati DN 50 o equivalente.</w:t>
            </w:r>
          </w:p>
        </w:tc>
      </w:tr>
      <w:tr w:rsidR="00DF0D07" w:rsidRPr="00013A5B" w14:paraId="694B54E0" w14:textId="77777777" w:rsidTr="00A16FCA">
        <w:tc>
          <w:tcPr>
            <w:tcW w:w="1398" w:type="dxa"/>
          </w:tcPr>
          <w:p w14:paraId="5D188D66" w14:textId="2F438705" w:rsidR="00DF0D07" w:rsidRPr="00F049B5" w:rsidRDefault="00DF0D07" w:rsidP="00DF0D0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02709724</w:t>
            </w:r>
          </w:p>
        </w:tc>
        <w:tc>
          <w:tcPr>
            <w:tcW w:w="2297" w:type="dxa"/>
          </w:tcPr>
          <w:p w14:paraId="11F5772C" w14:textId="20C6E58C" w:rsidR="00DF0D07" w:rsidRPr="00F049B5" w:rsidRDefault="00DF0D07" w:rsidP="00DF0D0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65</w:t>
            </w:r>
          </w:p>
        </w:tc>
        <w:tc>
          <w:tcPr>
            <w:tcW w:w="5803" w:type="dxa"/>
          </w:tcPr>
          <w:p w14:paraId="442A347B" w14:textId="5AD03AB4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222C3BCF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15FF47F9" w14:textId="1EF27A01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D78D1C7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F14B396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783A315E" w14:textId="325F60E3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6B84E5F9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647760FD" w14:textId="4206F599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2D0BA87" w14:textId="0D2B7B55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2C90A71C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4679D63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560DABFD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658BFE9F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6B40150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02A334F4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4A3334C7" w14:textId="6E3E6AFF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297CA2B8" w14:textId="26A3A722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2D7B30F4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6A11DEC0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4A9B4AFC" w14:textId="5A1ACBD2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42987A37" w14:textId="77777777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6E95738F" w14:textId="7BF2BF0F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garantita, 6 anni (la durata della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767F1E25" w14:textId="6BBE5611" w:rsidR="00DF0D07" w:rsidRPr="00DF0D07" w:rsidRDefault="00DF0D07" w:rsidP="00DF0D07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05B4728C" w14:textId="77777777" w:rsidR="00DF0D07" w:rsidRPr="00DF0D07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0E982CB" w14:textId="1F2EC727" w:rsidR="00DF0D07" w:rsidRPr="00F049B5" w:rsidRDefault="00DF0D07" w:rsidP="00DF0D07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65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 o equivalente.</w:t>
            </w:r>
          </w:p>
        </w:tc>
      </w:tr>
      <w:tr w:rsidR="00B939AD" w:rsidRPr="00013A5B" w14:paraId="32F3FD6F" w14:textId="77777777" w:rsidTr="00A16FCA">
        <w:tc>
          <w:tcPr>
            <w:tcW w:w="1398" w:type="dxa"/>
          </w:tcPr>
          <w:p w14:paraId="2AD80D15" w14:textId="47DE5489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02709726</w:t>
            </w:r>
          </w:p>
        </w:tc>
        <w:tc>
          <w:tcPr>
            <w:tcW w:w="2297" w:type="dxa"/>
          </w:tcPr>
          <w:p w14:paraId="3D7AB41F" w14:textId="764AC2B9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80</w:t>
            </w:r>
          </w:p>
        </w:tc>
        <w:tc>
          <w:tcPr>
            <w:tcW w:w="5803" w:type="dxa"/>
          </w:tcPr>
          <w:p w14:paraId="7E21CED0" w14:textId="06815CAD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7207F33A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360AE70A" w14:textId="0A84ED8F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5B4E44EC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4B6E6DA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57C32038" w14:textId="748C9BC1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3B7FB2D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742BF0B2" w14:textId="6751EA3C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4BDC689" w14:textId="64AB735A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0F7668F0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4CA479A2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5CDB0967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5A048E2E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BCF6BC6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5F668ECD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7C8142AF" w14:textId="4A3128F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05E82937" w14:textId="17465250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681DD5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2F158C47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68B35DAD" w14:textId="7E04FA44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441DA68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408ADD2A" w14:textId="7E48656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2A5376B7" w14:textId="722B4601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5EFE17E1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75CECC5" w14:textId="2F2389E0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8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0 o equivalente.</w:t>
            </w:r>
          </w:p>
        </w:tc>
      </w:tr>
      <w:tr w:rsidR="00B939AD" w:rsidRPr="00013A5B" w14:paraId="51775C88" w14:textId="77777777" w:rsidTr="00A16FCA">
        <w:tc>
          <w:tcPr>
            <w:tcW w:w="1398" w:type="dxa"/>
          </w:tcPr>
          <w:p w14:paraId="7C1E36D5" w14:textId="60178236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02709728</w:t>
            </w:r>
          </w:p>
        </w:tc>
        <w:tc>
          <w:tcPr>
            <w:tcW w:w="2297" w:type="dxa"/>
          </w:tcPr>
          <w:p w14:paraId="2E2A731B" w14:textId="5F14367F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100</w:t>
            </w:r>
          </w:p>
        </w:tc>
        <w:tc>
          <w:tcPr>
            <w:tcW w:w="5803" w:type="dxa"/>
          </w:tcPr>
          <w:p w14:paraId="7506A86E" w14:textId="32C53564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1B787A46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77F7A213" w14:textId="04FA754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2119A27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853AFB3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2D881E4D" w14:textId="16F13E0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9FF3342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2E5E492A" w14:textId="14660F8B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2299018" w14:textId="024809F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3F89DFA1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27550785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40E3F9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31AAB8F5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D8669D0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28965676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2A7FB71F" w14:textId="18D3CC92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00A0FA54" w14:textId="6EA0981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3AB028BB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13175AF7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02096A2F" w14:textId="3E7238E3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3E3B463F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Display: LCD a 8 cifre + caratteri speciali</w:t>
            </w:r>
          </w:p>
          <w:p w14:paraId="0302A912" w14:textId="7C77FE02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181CDB47" w14:textId="6B8B712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2614EE11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2D8E91AD" w14:textId="504AB46B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10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0 o equivalente.</w:t>
            </w:r>
          </w:p>
        </w:tc>
      </w:tr>
      <w:tr w:rsidR="00B939AD" w:rsidRPr="00013A5B" w14:paraId="1A9DCB81" w14:textId="77777777" w:rsidTr="00A16FCA">
        <w:tc>
          <w:tcPr>
            <w:tcW w:w="1398" w:type="dxa"/>
          </w:tcPr>
          <w:p w14:paraId="6CE91C49" w14:textId="762A4BC4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2297" w:type="dxa"/>
          </w:tcPr>
          <w:p w14:paraId="45EF1F1F" w14:textId="329D816E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125</w:t>
            </w:r>
          </w:p>
        </w:tc>
        <w:tc>
          <w:tcPr>
            <w:tcW w:w="5803" w:type="dxa"/>
          </w:tcPr>
          <w:p w14:paraId="58B187C4" w14:textId="37770164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2DB24EAF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2C81594E" w14:textId="146F309F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94BD4FB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D36A49B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6455BF39" w14:textId="3BE77864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895E3B8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394DE6E8" w14:textId="33D3BB3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7CA01CAF" w14:textId="19394739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25794D94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39A1DEBD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11EAC670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76CB7EFE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7D3BAF9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10B8E775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209436DE" w14:textId="2D3475C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7109A170" w14:textId="00359D16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198327C5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57998190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370C58B7" w14:textId="31C115A8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6FB4316E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6ED937B4" w14:textId="47BBD5B5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1E3AE037" w14:textId="497D4A44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53B86024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189B2D2" w14:textId="3AAF5D69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125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o equivalente.</w:t>
            </w:r>
          </w:p>
        </w:tc>
      </w:tr>
      <w:tr w:rsidR="00B939AD" w:rsidRPr="00013A5B" w14:paraId="0EC04512" w14:textId="77777777" w:rsidTr="00A16FCA">
        <w:tc>
          <w:tcPr>
            <w:tcW w:w="1398" w:type="dxa"/>
          </w:tcPr>
          <w:p w14:paraId="37C5A5D3" w14:textId="4570B404" w:rsidR="00B939AD" w:rsidRPr="00F049B5" w:rsidRDefault="00B939AD" w:rsidP="00B939A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2297" w:type="dxa"/>
          </w:tcPr>
          <w:p w14:paraId="34776692" w14:textId="3C27A00C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Misuratore di energia EVO caldo/freddo per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a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>lte portare con attacco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flangiato e trasmissione dati DN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150</w:t>
            </w:r>
          </w:p>
        </w:tc>
        <w:tc>
          <w:tcPr>
            <w:tcW w:w="5803" w:type="dxa"/>
          </w:tcPr>
          <w:p w14:paraId="56A2EBF5" w14:textId="735A3655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Misuratore di energia EVO con contatore a getto multiplo a trasmissione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magnetica, certificato in conformità al Dlgs n° 84 del 19/05/2016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(attuazione della direttiva europea MID 2014/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2/EU) costituito da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contatore volumetrico a getto multiplo a quadrante asciutto per acqua a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90 °C e da unità elettronica EVO: completa di sonde di temperatura, per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il calcolo dei consumi di energia termica in regime di riscaldamento 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raffrescamento.</w:t>
            </w:r>
          </w:p>
          <w:p w14:paraId="4342ECD9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Configurato per installazione orizzontale sul ritorno con possibilità di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installazione sulla mandata.</w:t>
            </w:r>
          </w:p>
          <w:p w14:paraId="7985084F" w14:textId="632E1C81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Trasmissione dati tramite protocollo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Bus.</w:t>
            </w:r>
          </w:p>
          <w:p w14:paraId="7F9CC9D6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3CF822C9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misuratore di portata:</w:t>
            </w:r>
          </w:p>
          <w:p w14:paraId="165B3F3B" w14:textId="3724F4AD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nominale: 15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4595757A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Portata minima: 0.6 l/h</w:t>
            </w:r>
          </w:p>
          <w:p w14:paraId="11C8A842" w14:textId="199FFA50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Portata massima: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m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/h</w:t>
            </w:r>
          </w:p>
          <w:p w14:paraId="59EBA4C5" w14:textId="5E5B0ECF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massima di esercizio: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0 °C</w:t>
            </w:r>
          </w:p>
          <w:p w14:paraId="401D0DA1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Pressione di esercizio: 16 bar</w:t>
            </w:r>
          </w:p>
          <w:p w14:paraId="35A0C131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Impulsi: 10 l/imp</w:t>
            </w:r>
          </w:p>
          <w:p w14:paraId="73203742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Attacchi: 1"1/4 maschio</w:t>
            </w:r>
          </w:p>
          <w:p w14:paraId="35F4E39A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CC51E8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>Dati tecnici unità elettronica EVO:</w:t>
            </w:r>
          </w:p>
          <w:p w14:paraId="4F6EE548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Range di temperatura: 5÷55 °C</w:t>
            </w:r>
          </w:p>
          <w:p w14:paraId="6C5ED73E" w14:textId="42DA3988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riscaldamento: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÷100 K</w:t>
            </w:r>
          </w:p>
          <w:p w14:paraId="0D74486F" w14:textId="54CBEE63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Range differenza di temperatura in raffrescamento: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÷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50 K</w:t>
            </w:r>
          </w:p>
          <w:p w14:paraId="410B74CF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Temperatura ambiente: 0÷55 °C</w:t>
            </w:r>
          </w:p>
          <w:p w14:paraId="6F8D02A9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lastRenderedPageBreak/>
              <w:t>Impulsi: 10 l/imp</w:t>
            </w:r>
          </w:p>
          <w:p w14:paraId="0FAC08F4" w14:textId="46445348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Interfacce: ottica,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Bus</w:t>
            </w:r>
          </w:p>
          <w:p w14:paraId="55E04059" w14:textId="77777777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Display: LCD a 8 cifre + caratteri speciali</w:t>
            </w:r>
          </w:p>
          <w:p w14:paraId="171169A8" w14:textId="7F31E330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Alimentazione: batteria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,6 V al litio, durata massima stimata, non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garantita, 6 anni (la durata della batteria è influenzata dalle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condizioni di installazione e di utilizzo). La batteria è garantita 2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anni dalla data di vendita. Batteria sostituibile</w:t>
            </w:r>
          </w:p>
          <w:p w14:paraId="120F04E9" w14:textId="05748F6B" w:rsidR="00B939AD" w:rsidRPr="00DF0D07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Cs/>
                <w:color w:val="000000" w:themeColor="text1"/>
              </w:rPr>
              <w:t>Dimensioni: 150 x 1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 xml:space="preserve">0 x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DF0D07">
              <w:rPr>
                <w:rFonts w:ascii="Poppins" w:hAnsi="Poppins" w:cs="Poppins"/>
                <w:bCs/>
                <w:color w:val="000000" w:themeColor="text1"/>
              </w:rPr>
              <w:t>5 mm</w:t>
            </w:r>
          </w:p>
          <w:p w14:paraId="653C1EEE" w14:textId="77777777" w:rsidR="00B939AD" w:rsidRPr="00DF0D07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63A6BD7D" w14:textId="2056A35E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color w:val="000000" w:themeColor="text1"/>
              </w:rPr>
              <w:t>Emmeti</w:t>
            </w:r>
            <w:r>
              <w:rPr>
                <w:rFonts w:ascii="Poppins" w:hAnsi="Poppins" w:cs="Poppins"/>
                <w:b/>
                <w:color w:val="000000" w:themeColor="text1"/>
              </w:rPr>
              <w:t xml:space="preserve"> 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 xml:space="preserve">– Modello Misuratore di energia EVO caldo/freddo per alte portare con attacco flangiato e trasmissione dati DN </w:t>
            </w:r>
            <w:r>
              <w:rPr>
                <w:rFonts w:ascii="Poppins" w:hAnsi="Poppins" w:cs="Poppins"/>
                <w:b/>
                <w:color w:val="000000" w:themeColor="text1"/>
              </w:rPr>
              <w:t>1</w:t>
            </w:r>
            <w:r w:rsidRPr="00DF0D07">
              <w:rPr>
                <w:rFonts w:ascii="Poppins" w:hAnsi="Poppins" w:cs="Poppins"/>
                <w:b/>
                <w:color w:val="000000" w:themeColor="text1"/>
              </w:rPr>
              <w:t>50 o equivalente.</w:t>
            </w:r>
          </w:p>
        </w:tc>
      </w:tr>
      <w:tr w:rsidR="00B939AD" w:rsidRPr="00614C92" w14:paraId="588C0106" w14:textId="77777777" w:rsidTr="00A16FCA">
        <w:tc>
          <w:tcPr>
            <w:tcW w:w="1398" w:type="dxa"/>
            <w:hideMark/>
          </w:tcPr>
          <w:p w14:paraId="7B142684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lastRenderedPageBreak/>
              <w:t>02708296</w:t>
            </w:r>
          </w:p>
        </w:tc>
        <w:tc>
          <w:tcPr>
            <w:tcW w:w="2297" w:type="dxa"/>
            <w:hideMark/>
          </w:tcPr>
          <w:p w14:paraId="4F16A30B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Kit portasonde per misuratori di energia DN 50 e DN 65</w:t>
            </w:r>
          </w:p>
        </w:tc>
        <w:tc>
          <w:tcPr>
            <w:tcW w:w="5803" w:type="dxa"/>
          </w:tcPr>
          <w:p w14:paraId="3279B809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Kit portasonda per misuratori di energia DN 50 e DN 65 composto da 2 manicotti a saldare filettati per installazioni ortogonali e da 2 pozzetti da 1/2" L= 40 mm.</w:t>
            </w:r>
          </w:p>
          <w:p w14:paraId="0295FF59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F71B726" w14:textId="696E199E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Kit portasonda per misuratori di energia DN 50 e DN 65 o equivalente.</w:t>
            </w:r>
          </w:p>
        </w:tc>
      </w:tr>
      <w:tr w:rsidR="00B939AD" w:rsidRPr="00614C92" w14:paraId="4A2F8EEC" w14:textId="77777777" w:rsidTr="00A16FCA">
        <w:tc>
          <w:tcPr>
            <w:tcW w:w="1398" w:type="dxa"/>
            <w:hideMark/>
          </w:tcPr>
          <w:p w14:paraId="0E103A52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02708298</w:t>
            </w:r>
          </w:p>
        </w:tc>
        <w:tc>
          <w:tcPr>
            <w:tcW w:w="2297" w:type="dxa"/>
            <w:hideMark/>
          </w:tcPr>
          <w:p w14:paraId="1F9A07ED" w14:textId="5E863170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Kit portasonde per misuratori di energia DN 80,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F049B5">
              <w:rPr>
                <w:rFonts w:ascii="Poppins" w:hAnsi="Poppins" w:cs="Poppins"/>
                <w:bCs/>
                <w:sz w:val="20"/>
              </w:rPr>
              <w:t>DN 100 e DN125</w:t>
            </w:r>
          </w:p>
        </w:tc>
        <w:tc>
          <w:tcPr>
            <w:tcW w:w="5803" w:type="dxa"/>
          </w:tcPr>
          <w:p w14:paraId="732EC20C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Kit portasonda per misuratori di energia DN 80,DN 100 e DN125 composto da 2 manicotti a saldare filettati per installazioni a 45 ° e da 2 pozzetti da 1/2" L= 85 mm.</w:t>
            </w:r>
          </w:p>
          <w:p w14:paraId="63D733FA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1F1F422" w14:textId="1C11CD6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Kit portasonde per misuratori di energia DN 80, DN 100 e DN125 o equivalente.</w:t>
            </w:r>
          </w:p>
        </w:tc>
      </w:tr>
      <w:tr w:rsidR="00B939AD" w:rsidRPr="00614C92" w14:paraId="735F1DF0" w14:textId="77777777" w:rsidTr="00A16FCA">
        <w:tc>
          <w:tcPr>
            <w:tcW w:w="1398" w:type="dxa"/>
            <w:hideMark/>
          </w:tcPr>
          <w:p w14:paraId="1D8AD405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02708294</w:t>
            </w:r>
          </w:p>
        </w:tc>
        <w:tc>
          <w:tcPr>
            <w:tcW w:w="2297" w:type="dxa"/>
            <w:hideMark/>
          </w:tcPr>
          <w:p w14:paraId="71F486F3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Kit portasonde per misuratori di energia DN 150 e DN 200</w:t>
            </w:r>
          </w:p>
        </w:tc>
        <w:tc>
          <w:tcPr>
            <w:tcW w:w="5803" w:type="dxa"/>
          </w:tcPr>
          <w:p w14:paraId="4CEA0EE3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Kit portasonda per misuratori di energia DN 150 e DN 200 composto da 2 manicotti a saldare filettati per installazioni a 45 ° e da 2 pozzetti da 1/2" L= 120 mm.</w:t>
            </w:r>
          </w:p>
          <w:p w14:paraId="4A4A08FC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5478251" w14:textId="42DD70D4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Kit portasonde per misuratori di energia DN 150 e DN 200 o equivalente.</w:t>
            </w:r>
          </w:p>
        </w:tc>
      </w:tr>
      <w:tr w:rsidR="00B939AD" w:rsidRPr="00614C92" w14:paraId="31F4F9AE" w14:textId="77777777" w:rsidTr="00A16FCA">
        <w:tc>
          <w:tcPr>
            <w:tcW w:w="1398" w:type="dxa"/>
            <w:hideMark/>
          </w:tcPr>
          <w:p w14:paraId="230C6917" w14:textId="2E75D5BE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0270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9480</w:t>
            </w:r>
          </w:p>
        </w:tc>
        <w:tc>
          <w:tcPr>
            <w:tcW w:w="2297" w:type="dxa"/>
            <w:hideMark/>
          </w:tcPr>
          <w:p w14:paraId="2E285639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Kit testina ottica USB</w:t>
            </w:r>
          </w:p>
        </w:tc>
        <w:tc>
          <w:tcPr>
            <w:tcW w:w="5803" w:type="dxa"/>
          </w:tcPr>
          <w:p w14:paraId="4A706E7E" w14:textId="7FE45EED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Testina ottica USB completa di software “Device Monitor” per la configurazione dell’indirizzo M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Bus primario e gli ingressi impulsivi dei misuratori di energia EVO.</w:t>
            </w:r>
          </w:p>
          <w:p w14:paraId="2221162D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64BB894" w14:textId="26277070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Kit testina ottica USB o equivalente.</w:t>
            </w:r>
          </w:p>
        </w:tc>
      </w:tr>
      <w:tr w:rsidR="00B939AD" w:rsidRPr="00614C92" w14:paraId="289A98D9" w14:textId="77777777" w:rsidTr="00A16FCA">
        <w:tc>
          <w:tcPr>
            <w:tcW w:w="1398" w:type="dxa"/>
            <w:hideMark/>
          </w:tcPr>
          <w:p w14:paraId="1E1B61FA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02708214</w:t>
            </w:r>
          </w:p>
        </w:tc>
        <w:tc>
          <w:tcPr>
            <w:tcW w:w="2297" w:type="dxa"/>
            <w:hideMark/>
          </w:tcPr>
          <w:p w14:paraId="1B8A7E87" w14:textId="5257FC80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Micro</w:t>
            </w:r>
            <w:r w:rsidR="00856252">
              <w:rPr>
                <w:rFonts w:ascii="Poppins" w:hAnsi="Poppins" w:cs="Poppins"/>
                <w:bCs/>
                <w:sz w:val="20"/>
              </w:rPr>
              <w:t>-</w:t>
            </w:r>
            <w:r w:rsidRPr="00F049B5">
              <w:rPr>
                <w:rFonts w:ascii="Poppins" w:hAnsi="Poppins" w:cs="Poppins"/>
                <w:bCs/>
                <w:sz w:val="20"/>
              </w:rPr>
              <w:t>Master</w:t>
            </w:r>
          </w:p>
        </w:tc>
        <w:tc>
          <w:tcPr>
            <w:tcW w:w="5803" w:type="dxa"/>
          </w:tcPr>
          <w:p w14:paraId="2B24B831" w14:textId="71139124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Strumento per la configurazione degli adattatori di impulsi tramite il software MBCONF (fornito in dotazione).</w:t>
            </w:r>
          </w:p>
          <w:p w14:paraId="3ABAFDA7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32A1BEF1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Dati tecnici:</w:t>
            </w:r>
          </w:p>
          <w:p w14:paraId="02270423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lastRenderedPageBreak/>
              <w:t>Alimentazione tramite PC, interfaccia USB.</w:t>
            </w:r>
          </w:p>
          <w:p w14:paraId="2DD66B5D" w14:textId="3EF161DC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Dimensioni: </w:t>
            </w:r>
            <w:r w:rsidR="00EE2606"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>0x54x110 mm.</w:t>
            </w:r>
          </w:p>
          <w:p w14:paraId="15E18E8E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92697CF" w14:textId="558C709B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Micro</w:t>
            </w:r>
            <w:r w:rsidR="00856252">
              <w:rPr>
                <w:rFonts w:ascii="Poppins" w:hAnsi="Poppins" w:cs="Poppins"/>
                <w:b/>
                <w:bCs/>
              </w:rPr>
              <w:t>-</w:t>
            </w:r>
            <w:r w:rsidRPr="00F049B5">
              <w:rPr>
                <w:rFonts w:ascii="Poppins" w:hAnsi="Poppins" w:cs="Poppins"/>
                <w:b/>
                <w:bCs/>
              </w:rPr>
              <w:t>Master 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B939AD" w:rsidRPr="00614C92" w14:paraId="1B1685F6" w14:textId="77777777" w:rsidTr="00A16FCA">
        <w:tc>
          <w:tcPr>
            <w:tcW w:w="1398" w:type="dxa"/>
            <w:hideMark/>
          </w:tcPr>
          <w:p w14:paraId="4DE67C98" w14:textId="409AAA51" w:rsidR="00B939AD" w:rsidRPr="00F049B5" w:rsidRDefault="001B20B3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02708394</w:t>
            </w:r>
          </w:p>
        </w:tc>
        <w:tc>
          <w:tcPr>
            <w:tcW w:w="2297" w:type="dxa"/>
            <w:hideMark/>
          </w:tcPr>
          <w:p w14:paraId="1E46C32A" w14:textId="6E62C939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Adattatore </w:t>
            </w:r>
            <w:r>
              <w:rPr>
                <w:rFonts w:ascii="Poppins" w:hAnsi="Poppins" w:cs="Poppins"/>
                <w:bCs/>
                <w:color w:val="000000" w:themeColor="text1"/>
                <w:sz w:val="20"/>
              </w:rPr>
              <w:t>di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 impulsi</w:t>
            </w:r>
          </w:p>
        </w:tc>
        <w:tc>
          <w:tcPr>
            <w:tcW w:w="5803" w:type="dxa"/>
          </w:tcPr>
          <w:p w14:paraId="5B61C43D" w14:textId="3E4D1E21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Strumento per l’interfacciamento dei contatori volumetrici lanciaimpulsi per acqua sanitaria con la rete M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Bus, in alternativa ai misuratori di energia EVO.</w:t>
            </w:r>
          </w:p>
          <w:p w14:paraId="50B23153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F1B1CD6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049B5">
              <w:rPr>
                <w:rFonts w:ascii="Poppins" w:hAnsi="Poppins" w:cs="Poppins"/>
                <w:b/>
              </w:rPr>
              <w:t>Dati tecnici:</w:t>
            </w:r>
          </w:p>
          <w:p w14:paraId="2E2E15DC" w14:textId="17842AA4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N° max di contatori collegabili su ciascun adattatore: 2</w:t>
            </w:r>
          </w:p>
          <w:p w14:paraId="390963C7" w14:textId="735F98E2" w:rsidR="00B939AD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Alimentazione tramite rete M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 o batteria interna</w:t>
            </w:r>
          </w:p>
          <w:p w14:paraId="4007236A" w14:textId="2CB00B1F" w:rsidR="009C5CB3" w:rsidRDefault="009C5CB3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Grado di protezione: IP68</w:t>
            </w:r>
          </w:p>
          <w:p w14:paraId="4CE3B357" w14:textId="4AADE674" w:rsidR="00B939AD" w:rsidRPr="009C5CB3" w:rsidRDefault="009C5CB3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Dimensioni: 108x65x28 mm</w:t>
            </w:r>
          </w:p>
          <w:p w14:paraId="3687EA91" w14:textId="77777777" w:rsidR="009C5CB3" w:rsidRPr="00F049B5" w:rsidRDefault="009C5CB3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DDFBB05" w14:textId="3BF78F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Adattatori per impulsi 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B939AD" w:rsidRPr="00614C92" w14:paraId="5625A51E" w14:textId="77777777" w:rsidTr="00A16FCA">
        <w:tc>
          <w:tcPr>
            <w:tcW w:w="1398" w:type="dxa"/>
            <w:hideMark/>
          </w:tcPr>
          <w:p w14:paraId="4A1DEB5C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02708262</w:t>
            </w:r>
          </w:p>
        </w:tc>
        <w:tc>
          <w:tcPr>
            <w:tcW w:w="2297" w:type="dxa"/>
            <w:hideMark/>
          </w:tcPr>
          <w:p w14:paraId="78DAFCB7" w14:textId="092CFE0F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Cavo per sistema di contabilizzazione con trasmissione dati tramite protocollo M</w:t>
            </w:r>
            <w:r w:rsidR="00856252">
              <w:rPr>
                <w:rFonts w:ascii="Poppins" w:hAnsi="Poppins" w:cs="Poppins"/>
                <w:bCs/>
                <w:sz w:val="20"/>
              </w:rPr>
              <w:t>-</w:t>
            </w:r>
            <w:r w:rsidRPr="00F049B5">
              <w:rPr>
                <w:rFonts w:ascii="Poppins" w:hAnsi="Poppins" w:cs="Poppins"/>
                <w:bCs/>
                <w:sz w:val="20"/>
              </w:rPr>
              <w:t>Bus</w:t>
            </w:r>
            <w:r w:rsidR="00D842AB">
              <w:rPr>
                <w:rFonts w:ascii="Poppins" w:hAnsi="Poppins" w:cs="Poppins"/>
                <w:bCs/>
                <w:sz w:val="20"/>
              </w:rPr>
              <w:t xml:space="preserve"> L = 250 m</w:t>
            </w:r>
          </w:p>
        </w:tc>
        <w:tc>
          <w:tcPr>
            <w:tcW w:w="5803" w:type="dxa"/>
          </w:tcPr>
          <w:p w14:paraId="041DDF96" w14:textId="41C25B5F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Cavo per sistema di contabilizzazione con trasmissione dati tramite protocollo M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Bus:</w:t>
            </w:r>
          </w:p>
          <w:p w14:paraId="09172E93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9626FE7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Dati tecnici:</w:t>
            </w:r>
          </w:p>
          <w:p w14:paraId="306BDB18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Cavo telefonico TRR 1+T a 2 fili twistato non schermato</w:t>
            </w:r>
          </w:p>
          <w:p w14:paraId="34C0E9F5" w14:textId="7C45C7A4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Conduttore: filo in rame stagnato (CU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Sn) con diametro 0,6 mm</w:t>
            </w:r>
          </w:p>
          <w:p w14:paraId="67DC255B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Isolante: PVC con spessore minimo pari a 0.15 mm</w:t>
            </w:r>
          </w:p>
          <w:p w14:paraId="03920D99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Resistenza massima del conduttore in dc a 20 °: 67,9 ohm/km</w:t>
            </w:r>
          </w:p>
          <w:p w14:paraId="15204B86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Resistenza isolante minima: 500 Mohm/km</w:t>
            </w:r>
          </w:p>
          <w:p w14:paraId="12FE1C37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Capacità mutua massima a 80 Hz: 120 nF/km</w:t>
            </w:r>
          </w:p>
          <w:p w14:paraId="398D16DD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Metri confezione: 250 m</w:t>
            </w:r>
          </w:p>
          <w:p w14:paraId="74B2EE8E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F76A85D" w14:textId="721DC56E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</w:rPr>
              <w:t>Emmeti</w:t>
            </w:r>
            <w:r w:rsidRPr="00F049B5">
              <w:rPr>
                <w:rFonts w:ascii="Poppins" w:hAnsi="Poppins" w:cs="Poppins"/>
                <w:b/>
                <w:bCs/>
              </w:rPr>
              <w:t xml:space="preserve"> – Modello Cavo per sistema di contabilizzazione con trasmissione dati tramite protocollo M</w:t>
            </w:r>
            <w:r w:rsidR="00856252">
              <w:rPr>
                <w:rFonts w:ascii="Poppins" w:hAnsi="Poppins" w:cs="Poppins"/>
                <w:b/>
                <w:bCs/>
              </w:rPr>
              <w:t>-</w:t>
            </w:r>
            <w:r w:rsidRPr="00F049B5">
              <w:rPr>
                <w:rFonts w:ascii="Poppins" w:hAnsi="Poppins" w:cs="Poppins"/>
                <w:b/>
                <w:bCs/>
              </w:rPr>
              <w:t xml:space="preserve">Bus </w:t>
            </w:r>
            <w:r w:rsidR="00D842AB" w:rsidRPr="00D842AB">
              <w:rPr>
                <w:rFonts w:ascii="Poppins" w:hAnsi="Poppins" w:cs="Poppins"/>
                <w:b/>
                <w:bCs/>
              </w:rPr>
              <w:t>L = 250 m</w:t>
            </w:r>
            <w:r w:rsidR="00D842AB" w:rsidRPr="00D842AB">
              <w:rPr>
                <w:rFonts w:ascii="Poppins" w:hAnsi="Poppins" w:cs="Poppins"/>
                <w:b/>
                <w:bCs/>
              </w:rPr>
              <w:t xml:space="preserve"> </w:t>
            </w:r>
            <w:r w:rsidRPr="00F049B5">
              <w:rPr>
                <w:rFonts w:ascii="Poppins" w:hAnsi="Poppins" w:cs="Poppins"/>
                <w:b/>
                <w:bCs/>
              </w:rPr>
              <w:t>o equivalente</w:t>
            </w:r>
            <w:r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B939AD" w:rsidRPr="00614C92" w14:paraId="238555D0" w14:textId="77777777" w:rsidTr="00A16FCA">
        <w:tc>
          <w:tcPr>
            <w:tcW w:w="1398" w:type="dxa"/>
            <w:hideMark/>
          </w:tcPr>
          <w:p w14:paraId="7D3C459D" w14:textId="1745BBE8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0270</w:t>
            </w:r>
            <w:r>
              <w:rPr>
                <w:rFonts w:ascii="Poppins" w:hAnsi="Poppins" w:cs="Poppins"/>
                <w:bCs/>
                <w:sz w:val="20"/>
              </w:rPr>
              <w:t>9760</w:t>
            </w:r>
          </w:p>
        </w:tc>
        <w:tc>
          <w:tcPr>
            <w:tcW w:w="2297" w:type="dxa"/>
            <w:hideMark/>
          </w:tcPr>
          <w:p w14:paraId="0C479073" w14:textId="77777777" w:rsidR="00B939AD" w:rsidRPr="006734D6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734D6">
              <w:rPr>
                <w:rFonts w:ascii="Poppins" w:hAnsi="Poppins" w:cs="Poppins"/>
                <w:bCs/>
                <w:sz w:val="20"/>
              </w:rPr>
              <w:t xml:space="preserve">Energy Manager </w:t>
            </w:r>
          </w:p>
          <w:p w14:paraId="307D3B5C" w14:textId="4D44AD13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734D6">
              <w:rPr>
                <w:rFonts w:ascii="Poppins" w:hAnsi="Poppins" w:cs="Poppins"/>
                <w:bCs/>
                <w:sz w:val="20"/>
              </w:rPr>
              <w:t>Concentratore EVO 20</w:t>
            </w:r>
          </w:p>
        </w:tc>
        <w:tc>
          <w:tcPr>
            <w:tcW w:w="5803" w:type="dxa"/>
          </w:tcPr>
          <w:p w14:paraId="4F5AF902" w14:textId="56A65134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Unità centrale della rete M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 (Master) per il collegamento al massimo di 20 indirizzi.</w:t>
            </w:r>
          </w:p>
          <w:p w14:paraId="700FB198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51CF554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Caratteristiche:</w:t>
            </w:r>
          </w:p>
          <w:p w14:paraId="62FC5A93" w14:textId="05405032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Display grafico, luminoso (</w:t>
            </w:r>
            <w:r>
              <w:rPr>
                <w:rFonts w:ascii="Poppins" w:hAnsi="Poppins" w:cs="Poppins"/>
                <w:bCs/>
              </w:rPr>
              <w:t>a colori</w:t>
            </w:r>
            <w:r w:rsidRPr="00F049B5">
              <w:rPr>
                <w:rFonts w:ascii="Poppins" w:hAnsi="Poppins" w:cs="Poppins"/>
                <w:bCs/>
              </w:rPr>
              <w:t>), multilingua.</w:t>
            </w:r>
          </w:p>
          <w:p w14:paraId="062BA90D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Tastiera a membrana tattile 6 tasti.</w:t>
            </w:r>
          </w:p>
          <w:p w14:paraId="0A74A428" w14:textId="48C1B738" w:rsidR="00B939AD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6734D6">
              <w:rPr>
                <w:rFonts w:ascii="Poppins" w:hAnsi="Poppins" w:cs="Poppins"/>
                <w:bCs/>
              </w:rPr>
              <w:lastRenderedPageBreak/>
              <w:t>Memoria in grado di registrare 1 anno di letture (nel caso di 250 strumenti, letti ogni 15 min)</w:t>
            </w:r>
          </w:p>
          <w:p w14:paraId="5A034434" w14:textId="77777777" w:rsidR="00B939AD" w:rsidRPr="006734D6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50C4CBD" w14:textId="5D89CC6F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Interfacce:</w:t>
            </w:r>
          </w:p>
          <w:p w14:paraId="03E8B6D2" w14:textId="43C7A014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Bus, connessione a filo per massimo 20 indirizzi</w:t>
            </w:r>
          </w:p>
          <w:p w14:paraId="11BA46B2" w14:textId="3E18A7E6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N° </w:t>
            </w:r>
            <w:r>
              <w:rPr>
                <w:rFonts w:ascii="Poppins" w:hAnsi="Poppins" w:cs="Poppins"/>
                <w:bCs/>
              </w:rPr>
              <w:t>1</w:t>
            </w:r>
            <w:r w:rsidRPr="00F049B5">
              <w:rPr>
                <w:rFonts w:ascii="Poppins" w:hAnsi="Poppins" w:cs="Poppins"/>
                <w:bCs/>
              </w:rPr>
              <w:t xml:space="preserve"> port</w:t>
            </w:r>
            <w:r>
              <w:rPr>
                <w:rFonts w:ascii="Poppins" w:hAnsi="Poppins" w:cs="Poppins"/>
                <w:bCs/>
              </w:rPr>
              <w:t>a</w:t>
            </w:r>
            <w:r w:rsidRPr="00F049B5">
              <w:rPr>
                <w:rFonts w:ascii="Poppins" w:hAnsi="Poppins" w:cs="Poppins"/>
                <w:bCs/>
              </w:rPr>
              <w:t xml:space="preserve"> Ethernet</w:t>
            </w:r>
          </w:p>
          <w:p w14:paraId="5CD05006" w14:textId="6E09875D" w:rsidR="00B939AD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6734D6">
              <w:rPr>
                <w:rFonts w:ascii="Poppins" w:hAnsi="Poppins" w:cs="Poppins"/>
                <w:bCs/>
              </w:rPr>
              <w:t>Webserver multilingua e sicuro (SSL) per configurazione e consultazione dati, con possibilità di connessione in locale tramite cavo Ethernet, oppure in remoto tramite modem esterno UMTS optional (nessun software necessario)</w:t>
            </w:r>
          </w:p>
          <w:p w14:paraId="7D83363E" w14:textId="4435A359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Esportazione dei dati su Pc, anche mediante invio e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>mail</w:t>
            </w:r>
          </w:p>
          <w:p w14:paraId="2DC4F41E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77D5E5A8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F049B5">
              <w:rPr>
                <w:rFonts w:ascii="Poppins" w:hAnsi="Poppins" w:cs="Poppins"/>
                <w:b/>
                <w:bCs/>
              </w:rPr>
              <w:t>Dati tecnici:</w:t>
            </w:r>
          </w:p>
          <w:p w14:paraId="63D8582A" w14:textId="1D94D8DB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Alimentazione: 24 Vdc +/</w:t>
            </w:r>
            <w:r w:rsidR="00856252">
              <w:rPr>
                <w:rFonts w:ascii="Poppins" w:hAnsi="Poppins" w:cs="Poppins"/>
                <w:bCs/>
              </w:rPr>
              <w:t>-</w:t>
            </w:r>
            <w:r w:rsidRPr="00F049B5">
              <w:rPr>
                <w:rFonts w:ascii="Poppins" w:hAnsi="Poppins" w:cs="Poppins"/>
                <w:bCs/>
              </w:rPr>
              <w:t xml:space="preserve"> 10 %, 24 Vac (min 20 Vac, max 40 Vac)</w:t>
            </w:r>
          </w:p>
          <w:p w14:paraId="7DBB2017" w14:textId="0B71D6DD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Consumo massimo: </w:t>
            </w:r>
            <w:r>
              <w:rPr>
                <w:rFonts w:ascii="Poppins" w:hAnsi="Poppins" w:cs="Poppins"/>
                <w:bCs/>
              </w:rPr>
              <w:t>14,5</w:t>
            </w:r>
            <w:r w:rsidRPr="00F049B5">
              <w:rPr>
                <w:rFonts w:ascii="Poppins" w:hAnsi="Poppins" w:cs="Poppins"/>
                <w:bCs/>
              </w:rPr>
              <w:t xml:space="preserve"> W</w:t>
            </w:r>
          </w:p>
          <w:p w14:paraId="0ECB1496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Grado di protezione: IP20</w:t>
            </w:r>
          </w:p>
          <w:p w14:paraId="1FE16648" w14:textId="77777777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Dimensioni HxLxP: 90x71x62 mm</w:t>
            </w:r>
          </w:p>
          <w:p w14:paraId="251D9CF1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 xml:space="preserve"> </w:t>
            </w:r>
          </w:p>
          <w:p w14:paraId="7C1A99A5" w14:textId="5A555582" w:rsidR="00B939AD" w:rsidRPr="00F049B5" w:rsidRDefault="00B939AD" w:rsidP="00B939A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– Modello Energy Manager  Concentratore 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EVO 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>20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B939AD" w:rsidRPr="00614C92" w14:paraId="06DE0F03" w14:textId="77777777" w:rsidTr="00A16FCA">
        <w:tc>
          <w:tcPr>
            <w:tcW w:w="1398" w:type="dxa"/>
            <w:hideMark/>
          </w:tcPr>
          <w:p w14:paraId="4D39E49A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02708290</w:t>
            </w:r>
          </w:p>
        </w:tc>
        <w:tc>
          <w:tcPr>
            <w:tcW w:w="2297" w:type="dxa"/>
            <w:hideMark/>
          </w:tcPr>
          <w:p w14:paraId="4103D232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Energy Manager </w:t>
            </w:r>
          </w:p>
          <w:p w14:paraId="4AA3915E" w14:textId="52DD2C32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Espansione 60</w:t>
            </w:r>
          </w:p>
        </w:tc>
        <w:tc>
          <w:tcPr>
            <w:tcW w:w="5803" w:type="dxa"/>
          </w:tcPr>
          <w:p w14:paraId="7FEA77CD" w14:textId="010CFB0F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Espansione all’unità centrale della rete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(Concentratore) per il collegamento di ulteriori 60 indirizzi.</w:t>
            </w:r>
          </w:p>
          <w:p w14:paraId="6102E703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47653B86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>Dati tecnici:</w:t>
            </w:r>
          </w:p>
          <w:p w14:paraId="11A970EE" w14:textId="5474D97F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Alimentazione: 24Vdc +/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 xml:space="preserve"> 10%, 24Vac (min 20Vac, max 40Vac) </w:t>
            </w:r>
          </w:p>
          <w:p w14:paraId="2C5E077F" w14:textId="3FF9C594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Consumo massimo: 12 W </w:t>
            </w:r>
          </w:p>
          <w:p w14:paraId="2E524CFC" w14:textId="2B658EE6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Connessione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Master per il collegamento di max 60 indirizzi</w:t>
            </w:r>
          </w:p>
          <w:p w14:paraId="26601BB7" w14:textId="7FB9C14D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Connessione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Slave per il collegamento al concentratore</w:t>
            </w:r>
          </w:p>
          <w:p w14:paraId="50140FD9" w14:textId="4F26E0AC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Dimensioni: 90x71x62 mm (HxLxP) – DIN (4 moduli)</w:t>
            </w:r>
          </w:p>
          <w:p w14:paraId="2CB0E5E7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1970A23E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 xml:space="preserve">Il numero di indirizzi che ciascuna espansione è in grado di gestire va sommato al numero di indirizzi gestito dal concentratore (max 20 indirizzi). </w:t>
            </w:r>
          </w:p>
          <w:p w14:paraId="110CD767" w14:textId="0084D57B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lastRenderedPageBreak/>
              <w:t>Pertanto, se ad es. si abbina un concentratore ad un modulo di espansione da 60 indirizzi, è possibile gestire in totale 60 + 20 = 80 indirizzi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Bus.</w:t>
            </w:r>
          </w:p>
          <w:p w14:paraId="34B04AB5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36DB1484" w14:textId="649374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  <w:r w:rsidRPr="00F049B5">
              <w:rPr>
                <w:rFonts w:ascii="Poppins" w:hAnsi="Poppins" w:cs="Poppins"/>
                <w:color w:val="000000" w:themeColor="text1"/>
              </w:rPr>
              <w:t>E’ possibile abbinare ad un concentratore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fino a 4 espansioni da 60 indirizzi (20+60+60+60+60=260 indirizzi totali considerando però che il limite massimo di indi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rizzi M</w:t>
            </w:r>
            <w:r w:rsidR="00856252">
              <w:rPr>
                <w:rFonts w:ascii="Poppins" w:hAnsi="Poppins" w:cs="Poppins"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color w:val="000000" w:themeColor="text1"/>
              </w:rPr>
              <w:t>Bus gestibili è 250).</w:t>
            </w:r>
          </w:p>
          <w:p w14:paraId="09C69B06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color w:val="000000" w:themeColor="text1"/>
              </w:rPr>
            </w:pPr>
          </w:p>
          <w:p w14:paraId="0DAED2EA" w14:textId="1C0466A4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Energy Manager  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Espansione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60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.</w:t>
            </w:r>
          </w:p>
        </w:tc>
      </w:tr>
      <w:tr w:rsidR="00B939AD" w:rsidRPr="00614C92" w14:paraId="3F5AA866" w14:textId="77777777" w:rsidTr="00A16FCA">
        <w:tc>
          <w:tcPr>
            <w:tcW w:w="1398" w:type="dxa"/>
            <w:hideMark/>
          </w:tcPr>
          <w:p w14:paraId="0FF29BD1" w14:textId="098EAB13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027097</w:t>
            </w:r>
            <w:r w:rsidR="00B26173">
              <w:rPr>
                <w:rFonts w:ascii="Poppins" w:hAnsi="Poppins" w:cs="Poppins"/>
                <w:bCs/>
                <w:color w:val="000000" w:themeColor="text1"/>
                <w:sz w:val="20"/>
              </w:rPr>
              <w:t>64</w:t>
            </w:r>
          </w:p>
        </w:tc>
        <w:tc>
          <w:tcPr>
            <w:tcW w:w="2297" w:type="dxa"/>
            <w:hideMark/>
          </w:tcPr>
          <w:p w14:paraId="69505D77" w14:textId="2686D560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CA366F">
              <w:rPr>
                <w:rFonts w:ascii="Poppins" w:hAnsi="Poppins" w:cs="Poppins"/>
                <w:bCs/>
                <w:color w:val="000000" w:themeColor="text1"/>
                <w:sz w:val="20"/>
              </w:rPr>
              <w:t>Energy Manager Kit connettività RUT24</w:t>
            </w:r>
            <w:r w:rsidR="00B26173">
              <w:rPr>
                <w:rFonts w:ascii="Poppins" w:hAnsi="Poppins" w:cs="Poppins"/>
                <w:bCs/>
                <w:color w:val="000000" w:themeColor="text1"/>
                <w:sz w:val="20"/>
              </w:rPr>
              <w:t>1</w:t>
            </w:r>
          </w:p>
        </w:tc>
        <w:tc>
          <w:tcPr>
            <w:tcW w:w="5803" w:type="dxa"/>
          </w:tcPr>
          <w:p w14:paraId="52EFC7ED" w14:textId="7A761922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Il Kit connettività RUT2</w:t>
            </w:r>
            <w:r>
              <w:rPr>
                <w:rFonts w:ascii="Poppins" w:hAnsi="Poppins" w:cs="Poppins"/>
                <w:bCs/>
                <w:color w:val="000000" w:themeColor="text1"/>
              </w:rPr>
              <w:t>4</w:t>
            </w:r>
            <w:r w:rsidR="00B26173">
              <w:rPr>
                <w:rFonts w:ascii="Poppins" w:hAnsi="Poppins" w:cs="Poppins"/>
                <w:bCs/>
                <w:color w:val="000000" w:themeColor="text1"/>
              </w:rPr>
              <w:t>1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consente la trasmissione dei dati da concentratore Energy Manager in remoto.</w:t>
            </w:r>
          </w:p>
          <w:p w14:paraId="53D5A663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465D1542" w14:textId="77777777" w:rsidR="00B939AD" w:rsidRPr="009A2CEA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  <w:lang w:val="fr-FR"/>
              </w:rPr>
            </w:pPr>
            <w:r w:rsidRPr="009A2CEA">
              <w:rPr>
                <w:rFonts w:ascii="Poppins" w:hAnsi="Poppins" w:cs="Poppins"/>
                <w:bCs/>
                <w:color w:val="000000" w:themeColor="text1"/>
                <w:lang w:val="fr-FR"/>
              </w:rPr>
              <w:t>Il kit comprende:</w:t>
            </w:r>
          </w:p>
          <w:p w14:paraId="7C055107" w14:textId="2F328181" w:rsidR="00B939AD" w:rsidRPr="009A2CEA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  <w:lang w:val="fr-FR"/>
              </w:rPr>
            </w:pPr>
            <w:r w:rsidRPr="009A2CEA">
              <w:rPr>
                <w:rFonts w:ascii="Poppins" w:hAnsi="Poppins" w:cs="Poppins"/>
                <w:bCs/>
                <w:color w:val="000000" w:themeColor="text1"/>
                <w:lang w:val="fr-FR"/>
              </w:rPr>
              <w:t xml:space="preserve">Modem Router </w:t>
            </w:r>
            <w:r w:rsidR="00B26173">
              <w:rPr>
                <w:rFonts w:ascii="Poppins" w:hAnsi="Poppins" w:cs="Poppins"/>
                <w:bCs/>
                <w:color w:val="000000" w:themeColor="text1"/>
                <w:lang w:val="fr-FR"/>
              </w:rPr>
              <w:t>4G</w:t>
            </w:r>
          </w:p>
          <w:p w14:paraId="73026164" w14:textId="4AD8BA64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Alimentatore a muro</w:t>
            </w:r>
          </w:p>
          <w:p w14:paraId="3D5F303D" w14:textId="787C1902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Cavo di rete tipo CAT 5E lunghezza </w:t>
            </w:r>
            <w:r w:rsidR="00B26173">
              <w:rPr>
                <w:rFonts w:ascii="Poppins" w:hAnsi="Poppins" w:cs="Poppins"/>
                <w:bCs/>
                <w:color w:val="000000" w:themeColor="text1"/>
              </w:rPr>
              <w:t>1,5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m</w:t>
            </w:r>
          </w:p>
          <w:p w14:paraId="07CA7831" w14:textId="24A06691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N° 2 antenne UMTS/GSM omnidirezionali per installazione interna</w:t>
            </w:r>
          </w:p>
          <w:p w14:paraId="7D71B615" w14:textId="388B8EBC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SIM Vodafone comprensiva di servizio traffico dati (500 MB/mese) con validità di 24 mesi dal momento della registrazione, o entro un termine massimo indicato, per accedere da remoto al concentratore sia da PC che da dispositivi mobili. </w:t>
            </w:r>
          </w:p>
          <w:p w14:paraId="0E632C02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D9BFD41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La registrazione della SIM deve essere effettuata da parte dell’utilizzatore finale tramite il sito del fornitore del servizio utilizzando la procedura all’interno della confezione.</w:t>
            </w:r>
          </w:p>
          <w:p w14:paraId="344F66C1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L’articolo deve essere ordinato solo nel momento in cui si vuole attivare il servizio. La durata di 24 mesi dell’abbonamento dati decorre dal momento dell’attivazione o da un termine massimo indicato sull’etichetta del prodotto. </w:t>
            </w:r>
          </w:p>
          <w:p w14:paraId="6525C02B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Utilizzare il kit connettività dopo tale data comporta una durata inferiore dell’abbonamento dati.</w:t>
            </w:r>
          </w:p>
          <w:p w14:paraId="744A2B74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5C71E851" w14:textId="77777777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18EA49EA" w14:textId="64CCD460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Alimentazione:</w:t>
            </w:r>
            <w:r>
              <w:rPr>
                <w:rFonts w:ascii="Poppins" w:hAnsi="Poppins" w:cs="Poppins"/>
                <w:bCs/>
                <w:color w:val="000000" w:themeColor="text1"/>
              </w:rPr>
              <w:t xml:space="preserve"> 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100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240 VAC &gt; 9 VDC</w:t>
            </w:r>
          </w:p>
          <w:p w14:paraId="6F224B5B" w14:textId="2B712B32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Consumo max: 5 W</w:t>
            </w:r>
          </w:p>
          <w:p w14:paraId="4B0EBF8D" w14:textId="77777777" w:rsidR="00B939AD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CA366F">
              <w:rPr>
                <w:rFonts w:ascii="Poppins" w:hAnsi="Poppins" w:cs="Poppins"/>
                <w:bCs/>
                <w:color w:val="000000" w:themeColor="text1"/>
              </w:rPr>
              <w:lastRenderedPageBreak/>
              <w:t>Bande di trasmissione: HSUPA/ HSDPA/ UMTS (850/900/AWS1700/1900/2100 MHz) EDGE (850/900/1800/1900 MHz) GSM (850/900/1800/1900 MHz)</w:t>
            </w:r>
          </w:p>
          <w:p w14:paraId="2D897728" w14:textId="392BCC5C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Porte LAN: 4</w:t>
            </w:r>
            <w:r w:rsidRPr="00CA366F">
              <w:rPr>
                <w:rFonts w:ascii="Poppins" w:hAnsi="Poppins" w:cs="Poppins"/>
                <w:bCs/>
                <w:color w:val="000000" w:themeColor="text1"/>
              </w:rPr>
              <w:t xml:space="preserve"> (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CA366F">
              <w:rPr>
                <w:rFonts w:ascii="Poppins" w:hAnsi="Poppins" w:cs="Poppins"/>
                <w:bCs/>
                <w:color w:val="000000" w:themeColor="text1"/>
              </w:rPr>
              <w:t xml:space="preserve"> x LAN 10/100 Mbps porte Ethernet e 1 x WAN 10/100 Mbps porta Ethernet)</w:t>
            </w:r>
          </w:p>
          <w:p w14:paraId="62CFB8F6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DACF5B4" w14:textId="1FCFDE61" w:rsidR="00B939AD" w:rsidRPr="00F049B5" w:rsidRDefault="00B939AD" w:rsidP="00B939AD">
            <w:pPr>
              <w:pStyle w:val="Testocommento"/>
              <w:ind w:left="60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Energy Manager Kit connettività RUT2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4</w:t>
            </w:r>
            <w:r w:rsidR="00B26173">
              <w:rPr>
                <w:rFonts w:ascii="Poppins" w:hAnsi="Poppins" w:cs="Poppins"/>
                <w:b/>
                <w:bCs/>
                <w:color w:val="000000" w:themeColor="text1"/>
              </w:rPr>
              <w:t>1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.</w:t>
            </w:r>
          </w:p>
        </w:tc>
      </w:tr>
      <w:tr w:rsidR="00B939AD" w:rsidRPr="00614C92" w14:paraId="51B78F6E" w14:textId="77777777" w:rsidTr="00A16FCA">
        <w:tc>
          <w:tcPr>
            <w:tcW w:w="1398" w:type="dxa"/>
            <w:hideMark/>
          </w:tcPr>
          <w:p w14:paraId="13FB18C4" w14:textId="52A239C8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lastRenderedPageBreak/>
              <w:t>02708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76</w:t>
            </w:r>
          </w:p>
        </w:tc>
        <w:tc>
          <w:tcPr>
            <w:tcW w:w="2297" w:type="dxa"/>
            <w:hideMark/>
          </w:tcPr>
          <w:p w14:paraId="22F1C42A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Cavo adattatore USB/Ethernet</w:t>
            </w:r>
          </w:p>
        </w:tc>
        <w:tc>
          <w:tcPr>
            <w:tcW w:w="5803" w:type="dxa"/>
          </w:tcPr>
          <w:p w14:paraId="4FC732A7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Il cavo adattatore USB/Ethernet consente il collegamento diretto tra laptop e concentratore, nel caso in cui il laptop non sia provvisto di porta Ethernet</w:t>
            </w:r>
          </w:p>
          <w:p w14:paraId="27EF2170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BE28754" w14:textId="2BD7D1F1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Connettori: RJ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45 Femmina, USB Type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A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.0 Maschio </w:t>
            </w:r>
          </w:p>
          <w:p w14:paraId="5C6E597C" w14:textId="1BCB206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Supporta gli standard USB 1.1, 2.0 e 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.0</w:t>
            </w:r>
          </w:p>
          <w:p w14:paraId="106BDE30" w14:textId="4B02F353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CD con Driver di installazione incluso</w:t>
            </w:r>
          </w:p>
          <w:p w14:paraId="4B3D89CC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0EBC83DF" w14:textId="0B2E9ADF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Compatibile con Windows XP/Vista/7/8/8.1/10, Mac OS e Linux. La registrazione deve essere effettuata da parte dell’utilizzatore finale tramite il sito del fornitore del servizio utilizzando la procedura all’interno della confezione.</w:t>
            </w:r>
          </w:p>
          <w:p w14:paraId="15F80361" w14:textId="7777777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711BC73E" w14:textId="0D395B67" w:rsidR="00B939AD" w:rsidRPr="00F049B5" w:rsidRDefault="00B939AD" w:rsidP="00B939AD">
            <w:pPr>
              <w:pStyle w:val="Testocommento"/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</w:rPr>
              <w:t xml:space="preserve"> – Modello Cavo adattatore USB/Ethernet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</w:rPr>
              <w:t>.</w:t>
            </w:r>
          </w:p>
        </w:tc>
      </w:tr>
      <w:tr w:rsidR="00B939AD" w:rsidRPr="00614C92" w14:paraId="0E64AE5D" w14:textId="77777777" w:rsidTr="00A16FCA">
        <w:tc>
          <w:tcPr>
            <w:tcW w:w="1398" w:type="dxa"/>
            <w:hideMark/>
          </w:tcPr>
          <w:p w14:paraId="0A065D2F" w14:textId="3795583B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281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91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2297" w:type="dxa"/>
            <w:hideMark/>
          </w:tcPr>
          <w:p w14:paraId="31318EF8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 xml:space="preserve">Trasformatore </w:t>
            </w:r>
          </w:p>
          <w:p w14:paraId="55469117" w14:textId="37BAFCA3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2</w:t>
            </w:r>
            <w:r w:rsidR="00EE2606">
              <w:rPr>
                <w:rFonts w:ascii="Poppins" w:hAnsi="Poppins" w:cs="Poppins"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  <w:sz w:val="20"/>
              </w:rPr>
              <w:t>0/24 V 10 VA</w:t>
            </w:r>
          </w:p>
        </w:tc>
        <w:tc>
          <w:tcPr>
            <w:tcW w:w="5803" w:type="dxa"/>
          </w:tcPr>
          <w:p w14:paraId="059E0891" w14:textId="52728C95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Trasformatore 2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0/24 Vac, 10 A, da utilizzare per alimentare il concentratore Energy Manager, nel caso in cui a questo non venga abbinata alcuna espansione.</w:t>
            </w:r>
          </w:p>
          <w:p w14:paraId="1ABB539B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F832C3D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/>
                <w:color w:val="000000" w:themeColor="text1"/>
              </w:rPr>
            </w:pPr>
            <w:r w:rsidRPr="00F049B5">
              <w:rPr>
                <w:rFonts w:ascii="Poppins" w:hAnsi="Poppins" w:cs="Poppins"/>
                <w:b/>
                <w:color w:val="000000" w:themeColor="text1"/>
              </w:rPr>
              <w:t>Dati tecnici:</w:t>
            </w:r>
          </w:p>
          <w:p w14:paraId="0644EC37" w14:textId="452F1F58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Alimentazione: 2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0 Vac 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 xml:space="preserve"> 50</w:t>
            </w:r>
            <w:r w:rsidR="00856252">
              <w:rPr>
                <w:rFonts w:ascii="Poppins" w:hAnsi="Poppins" w:cs="Poppins"/>
                <w:bCs/>
                <w:color w:val="000000" w:themeColor="text1"/>
              </w:rPr>
              <w:t>-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60 Hz</w:t>
            </w:r>
          </w:p>
          <w:p w14:paraId="1D26BB78" w14:textId="2A9A2610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Potenza: 10 VA</w:t>
            </w:r>
          </w:p>
          <w:p w14:paraId="71F2BAFD" w14:textId="2CCD3BB5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Agganciabile su guida DIN (EN 60715)</w:t>
            </w:r>
          </w:p>
          <w:p w14:paraId="3623DE47" w14:textId="528E154C" w:rsidR="00B939AD" w:rsidRPr="00F049B5" w:rsidRDefault="00B939AD" w:rsidP="00B939AD">
            <w:pPr>
              <w:pStyle w:val="Testocommento"/>
              <w:numPr>
                <w:ilvl w:val="0"/>
                <w:numId w:val="40"/>
              </w:numPr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  <w:r w:rsidRPr="00F049B5">
              <w:rPr>
                <w:rFonts w:ascii="Poppins" w:hAnsi="Poppins" w:cs="Poppins"/>
                <w:bCs/>
                <w:color w:val="000000" w:themeColor="text1"/>
              </w:rPr>
              <w:t>Dimensione: 2 moduli DIN (95x</w:t>
            </w:r>
            <w:r w:rsidR="00EE2606">
              <w:rPr>
                <w:rFonts w:ascii="Poppins" w:hAnsi="Poppins" w:cs="Poppins"/>
                <w:bCs/>
                <w:color w:val="000000" w:themeColor="text1"/>
              </w:rPr>
              <w:t>3</w:t>
            </w:r>
            <w:r w:rsidRPr="00F049B5">
              <w:rPr>
                <w:rFonts w:ascii="Poppins" w:hAnsi="Poppins" w:cs="Poppins"/>
                <w:bCs/>
                <w:color w:val="000000" w:themeColor="text1"/>
              </w:rPr>
              <w:t>5x58 mm)</w:t>
            </w:r>
          </w:p>
          <w:p w14:paraId="50689D65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  <w:color w:val="000000" w:themeColor="text1"/>
              </w:rPr>
            </w:pPr>
          </w:p>
          <w:p w14:paraId="1913244F" w14:textId="6FDE3E5E" w:rsidR="00B939AD" w:rsidRPr="00F049B5" w:rsidRDefault="00B939AD" w:rsidP="00B939A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 xml:space="preserve"> – Modello Trasformatore 2</w:t>
            </w:r>
            <w:r w:rsidR="00EE2606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0/24 V 10 VA o equivalente</w:t>
            </w:r>
            <w:r>
              <w:rPr>
                <w:rFonts w:ascii="Poppins" w:hAnsi="Poppins" w:cs="Poppins"/>
                <w:b/>
                <w:bCs/>
                <w:color w:val="000000" w:themeColor="text1"/>
                <w:sz w:val="20"/>
              </w:rPr>
              <w:t>.</w:t>
            </w:r>
          </w:p>
        </w:tc>
      </w:tr>
      <w:tr w:rsidR="00B939AD" w:rsidRPr="00614C92" w14:paraId="631B6B42" w14:textId="77777777" w:rsidTr="00A16FCA">
        <w:tc>
          <w:tcPr>
            <w:tcW w:w="1398" w:type="dxa"/>
            <w:hideMark/>
          </w:tcPr>
          <w:p w14:paraId="4781DA16" w14:textId="217A7CE6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2815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>410</w:t>
            </w:r>
          </w:p>
        </w:tc>
        <w:tc>
          <w:tcPr>
            <w:tcW w:w="2297" w:type="dxa"/>
            <w:hideMark/>
          </w:tcPr>
          <w:p w14:paraId="5B984F96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 xml:space="preserve">Trasformatore </w:t>
            </w:r>
          </w:p>
          <w:p w14:paraId="7D322646" w14:textId="1774E42E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2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 xml:space="preserve">0/24 V 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>5 VA</w:t>
            </w:r>
          </w:p>
        </w:tc>
        <w:tc>
          <w:tcPr>
            <w:tcW w:w="5803" w:type="dxa"/>
          </w:tcPr>
          <w:p w14:paraId="07F34425" w14:textId="4C2ADC55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Trasformatore 2</w:t>
            </w:r>
            <w:r w:rsidR="00EE2606"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 xml:space="preserve">0/24 V </w:t>
            </w:r>
            <w:r w:rsidR="00EE2606"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>5 VA</w:t>
            </w:r>
          </w:p>
          <w:p w14:paraId="1A89E489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Misura: 5 moduli DIN</w:t>
            </w:r>
          </w:p>
          <w:p w14:paraId="37110BE0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</w:p>
          <w:p w14:paraId="24015B61" w14:textId="796BE59D" w:rsidR="00B939AD" w:rsidRPr="00F049B5" w:rsidRDefault="00B939AD" w:rsidP="00B939A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 w:rsidR="00C04156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– Modello Trasformatore 2</w:t>
            </w:r>
            <w:r w:rsidR="00EE2606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0/24 V </w:t>
            </w:r>
            <w:r w:rsidR="00EE2606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>5 VA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B939AD" w:rsidRPr="00614C92" w14:paraId="3E91FCAC" w14:textId="77777777" w:rsidTr="00A16FCA">
        <w:tc>
          <w:tcPr>
            <w:tcW w:w="1398" w:type="dxa"/>
            <w:hideMark/>
          </w:tcPr>
          <w:p w14:paraId="2DEEA6B5" w14:textId="3DC4FB8B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lastRenderedPageBreak/>
              <w:t>2815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>420</w:t>
            </w:r>
          </w:p>
        </w:tc>
        <w:tc>
          <w:tcPr>
            <w:tcW w:w="2297" w:type="dxa"/>
            <w:hideMark/>
          </w:tcPr>
          <w:p w14:paraId="377E3E87" w14:textId="77777777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 xml:space="preserve">Trasformatore </w:t>
            </w:r>
          </w:p>
          <w:p w14:paraId="0131938B" w14:textId="67E7458F" w:rsidR="00B939AD" w:rsidRPr="00F049B5" w:rsidRDefault="00B939AD" w:rsidP="00B939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F049B5">
              <w:rPr>
                <w:rFonts w:ascii="Poppins" w:hAnsi="Poppins" w:cs="Poppins"/>
                <w:bCs/>
                <w:sz w:val="20"/>
              </w:rPr>
              <w:t>2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>0/24 V 6</w:t>
            </w:r>
            <w:r w:rsidR="00EE2606">
              <w:rPr>
                <w:rFonts w:ascii="Poppins" w:hAnsi="Poppins" w:cs="Poppins"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Cs/>
                <w:sz w:val="20"/>
              </w:rPr>
              <w:t xml:space="preserve"> VA</w:t>
            </w:r>
          </w:p>
        </w:tc>
        <w:tc>
          <w:tcPr>
            <w:tcW w:w="5803" w:type="dxa"/>
          </w:tcPr>
          <w:p w14:paraId="65F5EE72" w14:textId="1D87D3C5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Trasformatore 2</w:t>
            </w:r>
            <w:r w:rsidR="00EE2606"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>0/24 V 6</w:t>
            </w:r>
            <w:r w:rsidR="00EE2606">
              <w:rPr>
                <w:rFonts w:ascii="Poppins" w:hAnsi="Poppins" w:cs="Poppins"/>
                <w:bCs/>
              </w:rPr>
              <w:t>3</w:t>
            </w:r>
            <w:r w:rsidRPr="00F049B5">
              <w:rPr>
                <w:rFonts w:ascii="Poppins" w:hAnsi="Poppins" w:cs="Poppins"/>
                <w:bCs/>
              </w:rPr>
              <w:t xml:space="preserve"> VA</w:t>
            </w:r>
          </w:p>
          <w:p w14:paraId="26C9790A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  <w:r w:rsidRPr="00F049B5">
              <w:rPr>
                <w:rFonts w:ascii="Poppins" w:hAnsi="Poppins" w:cs="Poppins"/>
                <w:bCs/>
              </w:rPr>
              <w:t>Misura: 8 moduli DIN</w:t>
            </w:r>
          </w:p>
          <w:p w14:paraId="1A35299C" w14:textId="77777777" w:rsidR="00B939AD" w:rsidRPr="00F049B5" w:rsidRDefault="00B939AD" w:rsidP="00B939AD">
            <w:pPr>
              <w:pStyle w:val="Testocommento"/>
              <w:tabs>
                <w:tab w:val="left" w:pos="945"/>
              </w:tabs>
              <w:jc w:val="both"/>
              <w:rPr>
                <w:rFonts w:ascii="Poppins" w:hAnsi="Poppins" w:cs="Poppins"/>
                <w:bCs/>
              </w:rPr>
            </w:pPr>
          </w:p>
          <w:p w14:paraId="048A0943" w14:textId="770DBA56" w:rsidR="00B939AD" w:rsidRPr="00F049B5" w:rsidRDefault="00B939AD" w:rsidP="00B939AD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C04156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– Modello Trasformatore 2</w:t>
            </w:r>
            <w:r w:rsidR="00EE2606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>0/24 V 6</w:t>
            </w:r>
            <w:r w:rsidR="00EE2606"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F049B5">
              <w:rPr>
                <w:rFonts w:ascii="Poppins" w:hAnsi="Poppins" w:cs="Poppins"/>
                <w:b/>
                <w:bCs/>
                <w:sz w:val="20"/>
              </w:rPr>
              <w:t xml:space="preserve"> VA o equivalente</w:t>
            </w:r>
            <w:r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564C48D4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C52D3" w14:textId="77777777" w:rsidR="002D1F86" w:rsidRDefault="002D1F86">
      <w:r>
        <w:separator/>
      </w:r>
    </w:p>
  </w:endnote>
  <w:endnote w:type="continuationSeparator" w:id="0">
    <w:p w14:paraId="614DCCA7" w14:textId="77777777" w:rsidR="002D1F86" w:rsidRDefault="002D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504DD" w14:textId="77777777" w:rsidR="000A3748" w:rsidRDefault="000A374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0A3748" w14:paraId="113E374E" w14:textId="77777777" w:rsidTr="004706FD">
      <w:tc>
        <w:tcPr>
          <w:tcW w:w="4534" w:type="dxa"/>
        </w:tcPr>
        <w:p w14:paraId="3458580B" w14:textId="67429273" w:rsidR="000A3748" w:rsidRPr="00C86331" w:rsidRDefault="000A374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A65A53">
            <w:rPr>
              <w:rFonts w:ascii="Poppins" w:hAnsi="Poppins" w:cs="Poppins"/>
              <w:iCs/>
              <w:noProof/>
              <w:sz w:val="16"/>
            </w:rPr>
            <w:t>Strumenti per la contabilizzazione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C367BF5" w14:textId="2124AB56" w:rsidR="000A3748" w:rsidRPr="00EC29FF" w:rsidRDefault="000A374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D842AB">
            <w:rPr>
              <w:rFonts w:ascii="Poppins" w:hAnsi="Poppins" w:cs="Poppins"/>
              <w:noProof/>
              <w:sz w:val="14"/>
              <w:szCs w:val="14"/>
            </w:rPr>
            <w:t>38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1ADC61E3" w14:textId="77777777" w:rsidR="000A3748" w:rsidRPr="005C61B9" w:rsidRDefault="000A374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7CDA6FB" wp14:editId="578BE47E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43B07" w14:textId="77777777" w:rsidR="002D1F86" w:rsidRDefault="002D1F86">
      <w:r>
        <w:separator/>
      </w:r>
    </w:p>
  </w:footnote>
  <w:footnote w:type="continuationSeparator" w:id="0">
    <w:p w14:paraId="73D721E6" w14:textId="77777777" w:rsidR="002D1F86" w:rsidRDefault="002D1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1B0F" w14:textId="77777777" w:rsidR="000A3748" w:rsidRDefault="000A374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E26F756" wp14:editId="07EB4549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C5FEE22" w14:textId="77777777" w:rsidR="000A3748" w:rsidRPr="00D440AE" w:rsidRDefault="000A3748" w:rsidP="00CC31A7">
    <w:pPr>
      <w:pStyle w:val="Intestazione"/>
      <w:jc w:val="center"/>
      <w:rPr>
        <w:sz w:val="16"/>
        <w:szCs w:val="16"/>
      </w:rPr>
    </w:pPr>
  </w:p>
  <w:p w14:paraId="173F6678" w14:textId="77777777" w:rsidR="000A3748" w:rsidRPr="00D440AE" w:rsidRDefault="000A374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0DEA"/>
    <w:multiLevelType w:val="hybridMultilevel"/>
    <w:tmpl w:val="F36C22EE"/>
    <w:lvl w:ilvl="0" w:tplc="45345E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9423A"/>
    <w:multiLevelType w:val="hybridMultilevel"/>
    <w:tmpl w:val="04D6E688"/>
    <w:lvl w:ilvl="0" w:tplc="B9B4A574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E1735"/>
    <w:multiLevelType w:val="hybridMultilevel"/>
    <w:tmpl w:val="8B84E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F506B"/>
    <w:multiLevelType w:val="hybridMultilevel"/>
    <w:tmpl w:val="B4CEE084"/>
    <w:lvl w:ilvl="0" w:tplc="7996D7E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34775E"/>
    <w:multiLevelType w:val="hybridMultilevel"/>
    <w:tmpl w:val="209A2448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9735D6"/>
    <w:multiLevelType w:val="hybridMultilevel"/>
    <w:tmpl w:val="234EF316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B065C"/>
    <w:multiLevelType w:val="hybridMultilevel"/>
    <w:tmpl w:val="9C5E4FF8"/>
    <w:lvl w:ilvl="0" w:tplc="532084A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1462D"/>
    <w:multiLevelType w:val="hybridMultilevel"/>
    <w:tmpl w:val="DA0C89D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42A624A2"/>
    <w:multiLevelType w:val="hybridMultilevel"/>
    <w:tmpl w:val="81F29C74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9E0A82"/>
    <w:multiLevelType w:val="hybridMultilevel"/>
    <w:tmpl w:val="BEF2CD18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D482F"/>
    <w:multiLevelType w:val="hybridMultilevel"/>
    <w:tmpl w:val="5088F62A"/>
    <w:lvl w:ilvl="0" w:tplc="B66A852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2924C8"/>
    <w:multiLevelType w:val="hybridMultilevel"/>
    <w:tmpl w:val="AED6B99E"/>
    <w:lvl w:ilvl="0" w:tplc="7996D7E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4B500D"/>
    <w:multiLevelType w:val="hybridMultilevel"/>
    <w:tmpl w:val="B1908F24"/>
    <w:lvl w:ilvl="0" w:tplc="E6C0F888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51547511">
    <w:abstractNumId w:val="27"/>
  </w:num>
  <w:num w:numId="2" w16cid:durableId="490679121">
    <w:abstractNumId w:val="26"/>
  </w:num>
  <w:num w:numId="3" w16cid:durableId="1792240673">
    <w:abstractNumId w:val="11"/>
  </w:num>
  <w:num w:numId="4" w16cid:durableId="727151880">
    <w:abstractNumId w:val="6"/>
  </w:num>
  <w:num w:numId="5" w16cid:durableId="1171750164">
    <w:abstractNumId w:val="20"/>
  </w:num>
  <w:num w:numId="6" w16cid:durableId="1135829158">
    <w:abstractNumId w:val="18"/>
  </w:num>
  <w:num w:numId="7" w16cid:durableId="1938521090">
    <w:abstractNumId w:val="14"/>
  </w:num>
  <w:num w:numId="8" w16cid:durableId="2036423060">
    <w:abstractNumId w:val="18"/>
  </w:num>
  <w:num w:numId="9" w16cid:durableId="1585988963">
    <w:abstractNumId w:val="0"/>
  </w:num>
  <w:num w:numId="10" w16cid:durableId="1366251213">
    <w:abstractNumId w:val="18"/>
  </w:num>
  <w:num w:numId="11" w16cid:durableId="1426072086">
    <w:abstractNumId w:val="31"/>
  </w:num>
  <w:num w:numId="12" w16cid:durableId="1261334504">
    <w:abstractNumId w:val="34"/>
  </w:num>
  <w:num w:numId="13" w16cid:durableId="50349861">
    <w:abstractNumId w:val="30"/>
  </w:num>
  <w:num w:numId="14" w16cid:durableId="108361666">
    <w:abstractNumId w:val="15"/>
  </w:num>
  <w:num w:numId="15" w16cid:durableId="1383552461">
    <w:abstractNumId w:val="32"/>
  </w:num>
  <w:num w:numId="16" w16cid:durableId="1596861278">
    <w:abstractNumId w:val="39"/>
  </w:num>
  <w:num w:numId="17" w16cid:durableId="1696661507">
    <w:abstractNumId w:val="42"/>
  </w:num>
  <w:num w:numId="18" w16cid:durableId="2085255007">
    <w:abstractNumId w:val="33"/>
  </w:num>
  <w:num w:numId="19" w16cid:durableId="425927271">
    <w:abstractNumId w:val="2"/>
  </w:num>
  <w:num w:numId="20" w16cid:durableId="779760426">
    <w:abstractNumId w:val="3"/>
  </w:num>
  <w:num w:numId="21" w16cid:durableId="707531639">
    <w:abstractNumId w:val="21"/>
  </w:num>
  <w:num w:numId="22" w16cid:durableId="161820626">
    <w:abstractNumId w:val="8"/>
  </w:num>
  <w:num w:numId="23" w16cid:durableId="1977567522">
    <w:abstractNumId w:val="29"/>
  </w:num>
  <w:num w:numId="24" w16cid:durableId="1603534940">
    <w:abstractNumId w:val="40"/>
  </w:num>
  <w:num w:numId="25" w16cid:durableId="2125691574">
    <w:abstractNumId w:val="13"/>
  </w:num>
  <w:num w:numId="26" w16cid:durableId="481117278">
    <w:abstractNumId w:val="17"/>
  </w:num>
  <w:num w:numId="27" w16cid:durableId="941884044">
    <w:abstractNumId w:val="36"/>
  </w:num>
  <w:num w:numId="28" w16cid:durableId="750852426">
    <w:abstractNumId w:val="19"/>
  </w:num>
  <w:num w:numId="29" w16cid:durableId="1694451324">
    <w:abstractNumId w:val="7"/>
  </w:num>
  <w:num w:numId="30" w16cid:durableId="779644661">
    <w:abstractNumId w:val="24"/>
  </w:num>
  <w:num w:numId="31" w16cid:durableId="636685973">
    <w:abstractNumId w:val="37"/>
  </w:num>
  <w:num w:numId="32" w16cid:durableId="2120758615">
    <w:abstractNumId w:val="10"/>
  </w:num>
  <w:num w:numId="33" w16cid:durableId="453252519">
    <w:abstractNumId w:val="10"/>
  </w:num>
  <w:num w:numId="34" w16cid:durableId="914819716">
    <w:abstractNumId w:val="1"/>
  </w:num>
  <w:num w:numId="35" w16cid:durableId="1803771435">
    <w:abstractNumId w:val="22"/>
  </w:num>
  <w:num w:numId="36" w16cid:durableId="10646479">
    <w:abstractNumId w:val="35"/>
  </w:num>
  <w:num w:numId="37" w16cid:durableId="205800233">
    <w:abstractNumId w:val="5"/>
  </w:num>
  <w:num w:numId="38" w16cid:durableId="485361562">
    <w:abstractNumId w:val="4"/>
  </w:num>
  <w:num w:numId="39" w16cid:durableId="576594238">
    <w:abstractNumId w:val="9"/>
  </w:num>
  <w:num w:numId="40" w16cid:durableId="899629713">
    <w:abstractNumId w:val="25"/>
  </w:num>
  <w:num w:numId="41" w16cid:durableId="1445616110">
    <w:abstractNumId w:val="23"/>
  </w:num>
  <w:num w:numId="42" w16cid:durableId="1439174417">
    <w:abstractNumId w:val="12"/>
  </w:num>
  <w:num w:numId="43" w16cid:durableId="177424669">
    <w:abstractNumId w:val="16"/>
  </w:num>
  <w:num w:numId="44" w16cid:durableId="1356419856">
    <w:abstractNumId w:val="28"/>
  </w:num>
  <w:num w:numId="45" w16cid:durableId="886261040">
    <w:abstractNumId w:val="41"/>
  </w:num>
  <w:num w:numId="46" w16cid:durableId="205068930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470F"/>
    <w:rsid w:val="0006784D"/>
    <w:rsid w:val="0009136B"/>
    <w:rsid w:val="000A3748"/>
    <w:rsid w:val="000A41FB"/>
    <w:rsid w:val="000B234D"/>
    <w:rsid w:val="000B4EA7"/>
    <w:rsid w:val="000B6932"/>
    <w:rsid w:val="000C52FA"/>
    <w:rsid w:val="000D4C88"/>
    <w:rsid w:val="000F7A52"/>
    <w:rsid w:val="00103A0D"/>
    <w:rsid w:val="00117A0E"/>
    <w:rsid w:val="001441C6"/>
    <w:rsid w:val="00144FE2"/>
    <w:rsid w:val="001450AB"/>
    <w:rsid w:val="0015218D"/>
    <w:rsid w:val="001557A0"/>
    <w:rsid w:val="001620E3"/>
    <w:rsid w:val="00171DAE"/>
    <w:rsid w:val="0019100E"/>
    <w:rsid w:val="00195A49"/>
    <w:rsid w:val="001A5581"/>
    <w:rsid w:val="001B20B3"/>
    <w:rsid w:val="001C2D2D"/>
    <w:rsid w:val="001D2B03"/>
    <w:rsid w:val="001D365F"/>
    <w:rsid w:val="001E0165"/>
    <w:rsid w:val="001E6403"/>
    <w:rsid w:val="001F782F"/>
    <w:rsid w:val="00216524"/>
    <w:rsid w:val="00221645"/>
    <w:rsid w:val="002267A6"/>
    <w:rsid w:val="0023000E"/>
    <w:rsid w:val="002346C2"/>
    <w:rsid w:val="00264BCF"/>
    <w:rsid w:val="0028448D"/>
    <w:rsid w:val="00285A03"/>
    <w:rsid w:val="002862D2"/>
    <w:rsid w:val="00292B46"/>
    <w:rsid w:val="002B29B5"/>
    <w:rsid w:val="002B5D63"/>
    <w:rsid w:val="002C7D18"/>
    <w:rsid w:val="002D1F86"/>
    <w:rsid w:val="002E1EEB"/>
    <w:rsid w:val="002F7EEA"/>
    <w:rsid w:val="00304518"/>
    <w:rsid w:val="0032752D"/>
    <w:rsid w:val="003333BC"/>
    <w:rsid w:val="00341C35"/>
    <w:rsid w:val="00344430"/>
    <w:rsid w:val="00350CA2"/>
    <w:rsid w:val="003524C7"/>
    <w:rsid w:val="00357812"/>
    <w:rsid w:val="00365710"/>
    <w:rsid w:val="00372ECE"/>
    <w:rsid w:val="00385731"/>
    <w:rsid w:val="003A147D"/>
    <w:rsid w:val="003B0FFE"/>
    <w:rsid w:val="003B3116"/>
    <w:rsid w:val="003C471E"/>
    <w:rsid w:val="003D0300"/>
    <w:rsid w:val="003D4BE3"/>
    <w:rsid w:val="003E1E94"/>
    <w:rsid w:val="00402F28"/>
    <w:rsid w:val="004272FC"/>
    <w:rsid w:val="00433C12"/>
    <w:rsid w:val="00440D03"/>
    <w:rsid w:val="0044592F"/>
    <w:rsid w:val="00447EFC"/>
    <w:rsid w:val="004706FD"/>
    <w:rsid w:val="00474537"/>
    <w:rsid w:val="0048382E"/>
    <w:rsid w:val="004A5AB6"/>
    <w:rsid w:val="004B2E98"/>
    <w:rsid w:val="004C11A1"/>
    <w:rsid w:val="004C366D"/>
    <w:rsid w:val="004E149E"/>
    <w:rsid w:val="004F1A26"/>
    <w:rsid w:val="00500468"/>
    <w:rsid w:val="005235FA"/>
    <w:rsid w:val="00525BAE"/>
    <w:rsid w:val="0052796F"/>
    <w:rsid w:val="00530F9B"/>
    <w:rsid w:val="005315F1"/>
    <w:rsid w:val="00536743"/>
    <w:rsid w:val="0054295B"/>
    <w:rsid w:val="0055149E"/>
    <w:rsid w:val="00562D44"/>
    <w:rsid w:val="00562E55"/>
    <w:rsid w:val="00584984"/>
    <w:rsid w:val="0059646B"/>
    <w:rsid w:val="005B1998"/>
    <w:rsid w:val="005C61B9"/>
    <w:rsid w:val="005C79D1"/>
    <w:rsid w:val="005E1169"/>
    <w:rsid w:val="006015C2"/>
    <w:rsid w:val="006040F5"/>
    <w:rsid w:val="00610639"/>
    <w:rsid w:val="00620C00"/>
    <w:rsid w:val="00664F23"/>
    <w:rsid w:val="00665813"/>
    <w:rsid w:val="006734D6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02806"/>
    <w:rsid w:val="00710BB8"/>
    <w:rsid w:val="00727388"/>
    <w:rsid w:val="00734559"/>
    <w:rsid w:val="0073789C"/>
    <w:rsid w:val="007379B9"/>
    <w:rsid w:val="00745110"/>
    <w:rsid w:val="00745AB1"/>
    <w:rsid w:val="0074712F"/>
    <w:rsid w:val="00757AC7"/>
    <w:rsid w:val="00782096"/>
    <w:rsid w:val="007B5BA3"/>
    <w:rsid w:val="007C0458"/>
    <w:rsid w:val="007C48D5"/>
    <w:rsid w:val="007C4ACA"/>
    <w:rsid w:val="007D240D"/>
    <w:rsid w:val="007D5EC7"/>
    <w:rsid w:val="007E6E02"/>
    <w:rsid w:val="007E7665"/>
    <w:rsid w:val="007F4841"/>
    <w:rsid w:val="007F7C03"/>
    <w:rsid w:val="008014DD"/>
    <w:rsid w:val="0080323F"/>
    <w:rsid w:val="00830828"/>
    <w:rsid w:val="00844BBC"/>
    <w:rsid w:val="00856252"/>
    <w:rsid w:val="008574C8"/>
    <w:rsid w:val="00867692"/>
    <w:rsid w:val="008804CB"/>
    <w:rsid w:val="00882947"/>
    <w:rsid w:val="00883018"/>
    <w:rsid w:val="008867F1"/>
    <w:rsid w:val="00887902"/>
    <w:rsid w:val="008A2C0A"/>
    <w:rsid w:val="008B5587"/>
    <w:rsid w:val="008C2F88"/>
    <w:rsid w:val="008E3FB9"/>
    <w:rsid w:val="008E5212"/>
    <w:rsid w:val="008F6103"/>
    <w:rsid w:val="009027D5"/>
    <w:rsid w:val="00904071"/>
    <w:rsid w:val="009059BB"/>
    <w:rsid w:val="00913F73"/>
    <w:rsid w:val="009221F1"/>
    <w:rsid w:val="00923354"/>
    <w:rsid w:val="00931A8A"/>
    <w:rsid w:val="00936F47"/>
    <w:rsid w:val="0094047C"/>
    <w:rsid w:val="00942B09"/>
    <w:rsid w:val="00962740"/>
    <w:rsid w:val="0097169F"/>
    <w:rsid w:val="00992282"/>
    <w:rsid w:val="0099452E"/>
    <w:rsid w:val="009A219D"/>
    <w:rsid w:val="009A2CEA"/>
    <w:rsid w:val="009B37F1"/>
    <w:rsid w:val="009C1166"/>
    <w:rsid w:val="009C5CB3"/>
    <w:rsid w:val="009D3135"/>
    <w:rsid w:val="009D51C1"/>
    <w:rsid w:val="009D54F1"/>
    <w:rsid w:val="009D6327"/>
    <w:rsid w:val="009E07DC"/>
    <w:rsid w:val="009E250A"/>
    <w:rsid w:val="009E2742"/>
    <w:rsid w:val="009E7B5E"/>
    <w:rsid w:val="00A04235"/>
    <w:rsid w:val="00A06A5E"/>
    <w:rsid w:val="00A16A8D"/>
    <w:rsid w:val="00A16FCA"/>
    <w:rsid w:val="00A216E2"/>
    <w:rsid w:val="00A471F3"/>
    <w:rsid w:val="00A62A77"/>
    <w:rsid w:val="00A65A53"/>
    <w:rsid w:val="00A66442"/>
    <w:rsid w:val="00A743FF"/>
    <w:rsid w:val="00A82E78"/>
    <w:rsid w:val="00AB1477"/>
    <w:rsid w:val="00AC0741"/>
    <w:rsid w:val="00AC3B66"/>
    <w:rsid w:val="00AD05EC"/>
    <w:rsid w:val="00AD1706"/>
    <w:rsid w:val="00AD5DCE"/>
    <w:rsid w:val="00AE3752"/>
    <w:rsid w:val="00AE685A"/>
    <w:rsid w:val="00AF350C"/>
    <w:rsid w:val="00AF57DC"/>
    <w:rsid w:val="00B06959"/>
    <w:rsid w:val="00B131C9"/>
    <w:rsid w:val="00B26173"/>
    <w:rsid w:val="00B406A9"/>
    <w:rsid w:val="00B70371"/>
    <w:rsid w:val="00B7475F"/>
    <w:rsid w:val="00B867FD"/>
    <w:rsid w:val="00B939AD"/>
    <w:rsid w:val="00B93CD1"/>
    <w:rsid w:val="00BB0104"/>
    <w:rsid w:val="00BB2A5B"/>
    <w:rsid w:val="00BD14D8"/>
    <w:rsid w:val="00BD731B"/>
    <w:rsid w:val="00BE3E47"/>
    <w:rsid w:val="00BF1E16"/>
    <w:rsid w:val="00BF7134"/>
    <w:rsid w:val="00C02E1C"/>
    <w:rsid w:val="00C04156"/>
    <w:rsid w:val="00C055AD"/>
    <w:rsid w:val="00C11E5C"/>
    <w:rsid w:val="00C203AE"/>
    <w:rsid w:val="00C233C1"/>
    <w:rsid w:val="00C25698"/>
    <w:rsid w:val="00C27DFF"/>
    <w:rsid w:val="00C36C55"/>
    <w:rsid w:val="00C437EE"/>
    <w:rsid w:val="00C55FF9"/>
    <w:rsid w:val="00C84FD2"/>
    <w:rsid w:val="00C86331"/>
    <w:rsid w:val="00C93402"/>
    <w:rsid w:val="00C939B1"/>
    <w:rsid w:val="00CA366F"/>
    <w:rsid w:val="00CB1475"/>
    <w:rsid w:val="00CC31A7"/>
    <w:rsid w:val="00CD213D"/>
    <w:rsid w:val="00CE5350"/>
    <w:rsid w:val="00CE7C2F"/>
    <w:rsid w:val="00D03AA3"/>
    <w:rsid w:val="00D061A5"/>
    <w:rsid w:val="00D14A15"/>
    <w:rsid w:val="00D14B86"/>
    <w:rsid w:val="00D178ED"/>
    <w:rsid w:val="00D17F30"/>
    <w:rsid w:val="00D2119B"/>
    <w:rsid w:val="00D229AF"/>
    <w:rsid w:val="00D22B44"/>
    <w:rsid w:val="00D26FD9"/>
    <w:rsid w:val="00D440AE"/>
    <w:rsid w:val="00D44371"/>
    <w:rsid w:val="00D52887"/>
    <w:rsid w:val="00D62BDF"/>
    <w:rsid w:val="00D832BB"/>
    <w:rsid w:val="00D842AB"/>
    <w:rsid w:val="00D902A4"/>
    <w:rsid w:val="00DA3646"/>
    <w:rsid w:val="00DD1545"/>
    <w:rsid w:val="00DD2E16"/>
    <w:rsid w:val="00DE5C0B"/>
    <w:rsid w:val="00DF0D07"/>
    <w:rsid w:val="00E05904"/>
    <w:rsid w:val="00E07577"/>
    <w:rsid w:val="00E17A38"/>
    <w:rsid w:val="00E36C49"/>
    <w:rsid w:val="00E37CDF"/>
    <w:rsid w:val="00E42389"/>
    <w:rsid w:val="00E5632D"/>
    <w:rsid w:val="00E655F6"/>
    <w:rsid w:val="00E7391C"/>
    <w:rsid w:val="00E94BE3"/>
    <w:rsid w:val="00E95775"/>
    <w:rsid w:val="00E958E5"/>
    <w:rsid w:val="00EA01C8"/>
    <w:rsid w:val="00EB33B9"/>
    <w:rsid w:val="00EC0509"/>
    <w:rsid w:val="00EC29FF"/>
    <w:rsid w:val="00ED24CF"/>
    <w:rsid w:val="00EE2606"/>
    <w:rsid w:val="00EF73E5"/>
    <w:rsid w:val="00F049B5"/>
    <w:rsid w:val="00F2657C"/>
    <w:rsid w:val="00F50F65"/>
    <w:rsid w:val="00F53758"/>
    <w:rsid w:val="00F60A08"/>
    <w:rsid w:val="00F65F58"/>
    <w:rsid w:val="00F916E0"/>
    <w:rsid w:val="00FD02BC"/>
    <w:rsid w:val="00FD255D"/>
    <w:rsid w:val="00FE081C"/>
    <w:rsid w:val="00FE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C3F6F3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25ABD-6DE2-4936-955D-DCF409730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38</Pages>
  <Words>8560</Words>
  <Characters>48794</Characters>
  <Application>Microsoft Office Word</Application>
  <DocSecurity>0</DocSecurity>
  <Lines>406</Lines>
  <Paragraphs>114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57240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38</cp:revision>
  <cp:lastPrinted>2013-11-14T13:48:00Z</cp:lastPrinted>
  <dcterms:created xsi:type="dcterms:W3CDTF">2025-01-15T08:16:00Z</dcterms:created>
  <dcterms:modified xsi:type="dcterms:W3CDTF">2025-08-26T10:13:00Z</dcterms:modified>
</cp:coreProperties>
</file>